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0" w:type="pct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316"/>
        <w:gridCol w:w="2553"/>
        <w:gridCol w:w="4676"/>
        <w:gridCol w:w="3686"/>
      </w:tblGrid>
      <w:tr w:rsidR="00136CAF" w:rsidRPr="00715234" w:rsidTr="006E6A02">
        <w:trPr>
          <w:cantSplit/>
          <w:trHeight w:hRule="exact" w:val="397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AF" w:rsidRPr="00715234" w:rsidRDefault="00AB502A" w:rsidP="00715234">
            <w:pPr>
              <w:suppressAutoHyphens/>
              <w:rPr>
                <w:rFonts w:eastAsiaTheme="minorEastAsia"/>
                <w:b/>
                <w:szCs w:val="20"/>
              </w:rPr>
            </w:pPr>
            <w:r w:rsidRPr="00715234">
              <w:rPr>
                <w:szCs w:val="20"/>
              </w:rPr>
              <w:fldChar w:fldCharType="begin"/>
            </w:r>
            <w:r w:rsidRPr="00715234">
              <w:rPr>
                <w:szCs w:val="20"/>
              </w:rPr>
              <w:instrText xml:space="preserve"> TITLE  \* FirstCap  \* MERGEFORMAT </w:instrText>
            </w:r>
            <w:r w:rsidRPr="00715234">
              <w:rPr>
                <w:szCs w:val="20"/>
              </w:rPr>
              <w:fldChar w:fldCharType="separate"/>
            </w:r>
            <w:r w:rsidR="00155E63" w:rsidRPr="00715234">
              <w:rPr>
                <w:rFonts w:eastAsiaTheme="minorEastAsia"/>
                <w:b/>
                <w:szCs w:val="20"/>
              </w:rPr>
              <w:t>Form for comments</w:t>
            </w:r>
            <w:r w:rsidRPr="00715234">
              <w:rPr>
                <w:rFonts w:eastAsiaTheme="minorEastAsia"/>
                <w:b/>
                <w:szCs w:val="20"/>
              </w:rPr>
              <w:fldChar w:fldCharType="end"/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AF" w:rsidRPr="00715234" w:rsidRDefault="00136CAF" w:rsidP="00A31CAD">
            <w:pPr>
              <w:suppressAutoHyphens/>
              <w:jc w:val="center"/>
              <w:rPr>
                <w:rFonts w:eastAsiaTheme="minorEastAsia"/>
                <w:szCs w:val="20"/>
              </w:rPr>
            </w:pPr>
            <w:r w:rsidRPr="00715234">
              <w:rPr>
                <w:rFonts w:eastAsiaTheme="minorEastAsia"/>
                <w:b/>
                <w:szCs w:val="20"/>
              </w:rPr>
              <w:t xml:space="preserve">OIML </w:t>
            </w:r>
            <w:r w:rsidR="00EF0A66" w:rsidRPr="00715234">
              <w:rPr>
                <w:szCs w:val="20"/>
              </w:rPr>
              <w:fldChar w:fldCharType="begin"/>
            </w:r>
            <w:r w:rsidR="00EF0A66" w:rsidRPr="00715234">
              <w:rPr>
                <w:szCs w:val="20"/>
              </w:rPr>
              <w:instrText xml:space="preserve"> DOCPROPERTY  Committee  \* MERGEFORMAT </w:instrText>
            </w:r>
            <w:r w:rsidR="00EF0A66" w:rsidRPr="00715234">
              <w:rPr>
                <w:szCs w:val="20"/>
              </w:rPr>
              <w:fldChar w:fldCharType="separate"/>
            </w:r>
            <w:r w:rsidR="00155E63" w:rsidRPr="00715234">
              <w:rPr>
                <w:rFonts w:eastAsiaTheme="minorEastAsia"/>
                <w:b/>
                <w:szCs w:val="20"/>
              </w:rPr>
              <w:t>TC</w:t>
            </w:r>
            <w:r w:rsidR="00A31CAD">
              <w:rPr>
                <w:rFonts w:eastAsiaTheme="minorEastAsia"/>
                <w:b/>
                <w:szCs w:val="20"/>
              </w:rPr>
              <w:t>_</w:t>
            </w:r>
            <w:r w:rsidR="0097572D">
              <w:rPr>
                <w:rFonts w:eastAsiaTheme="minorEastAsia"/>
                <w:b/>
                <w:szCs w:val="20"/>
              </w:rPr>
              <w:t>9</w:t>
            </w:r>
            <w:r w:rsidR="00EF0A66" w:rsidRPr="00715234">
              <w:rPr>
                <w:rFonts w:eastAsiaTheme="minorEastAsia"/>
                <w:b/>
                <w:szCs w:val="20"/>
              </w:rPr>
              <w:fldChar w:fldCharType="end"/>
            </w:r>
            <w:r w:rsidR="00A31CAD">
              <w:rPr>
                <w:rFonts w:eastAsiaTheme="minorEastAsia"/>
                <w:b/>
                <w:szCs w:val="20"/>
              </w:rPr>
              <w:t>_</w:t>
            </w:r>
            <w:r w:rsidR="00EF0A66" w:rsidRPr="00715234">
              <w:rPr>
                <w:szCs w:val="20"/>
              </w:rPr>
              <w:fldChar w:fldCharType="begin"/>
            </w:r>
            <w:r w:rsidR="00EF0A66" w:rsidRPr="00715234">
              <w:rPr>
                <w:szCs w:val="20"/>
              </w:rPr>
              <w:instrText xml:space="preserve"> DOCPROPERTY  Project  \* MERGEFORMAT </w:instrText>
            </w:r>
            <w:r w:rsidR="00EF0A66" w:rsidRPr="00715234">
              <w:rPr>
                <w:szCs w:val="20"/>
              </w:rPr>
              <w:fldChar w:fldCharType="separate"/>
            </w:r>
            <w:r w:rsidR="00A31CAD">
              <w:rPr>
                <w:rFonts w:eastAsiaTheme="minorEastAsia"/>
                <w:b/>
                <w:szCs w:val="20"/>
              </w:rPr>
              <w:t>p_</w:t>
            </w:r>
            <w:r w:rsidR="0097572D">
              <w:rPr>
                <w:rFonts w:eastAsiaTheme="minorEastAsia"/>
                <w:b/>
                <w:szCs w:val="20"/>
              </w:rPr>
              <w:t>1</w:t>
            </w:r>
            <w:r w:rsidR="00EF0A66" w:rsidRPr="00715234">
              <w:rPr>
                <w:rFonts w:eastAsiaTheme="minorEastAsia"/>
                <w:b/>
                <w:szCs w:val="20"/>
              </w:rPr>
              <w:fldChar w:fldCharType="end"/>
            </w:r>
            <w:r w:rsidR="00A31CAD">
              <w:rPr>
                <w:rFonts w:eastAsiaTheme="minorEastAsia"/>
                <w:b/>
                <w:szCs w:val="20"/>
              </w:rPr>
              <w:t>_</w:t>
            </w:r>
            <w:r w:rsidR="00EF0A66" w:rsidRPr="00715234">
              <w:rPr>
                <w:szCs w:val="20"/>
              </w:rPr>
              <w:fldChar w:fldCharType="begin"/>
            </w:r>
            <w:r w:rsidR="00EF0A66" w:rsidRPr="00715234">
              <w:rPr>
                <w:szCs w:val="20"/>
              </w:rPr>
              <w:instrText xml:space="preserve"> DOCPROPERTY  "Document number"  \* MERGEFORMAT </w:instrText>
            </w:r>
            <w:r w:rsidR="00EF0A66" w:rsidRPr="00715234">
              <w:rPr>
                <w:szCs w:val="20"/>
              </w:rPr>
              <w:fldChar w:fldCharType="separate"/>
            </w:r>
            <w:r w:rsidR="00155E63" w:rsidRPr="00715234">
              <w:rPr>
                <w:rFonts w:eastAsiaTheme="minorEastAsia"/>
                <w:b/>
                <w:szCs w:val="20"/>
              </w:rPr>
              <w:t>N</w:t>
            </w:r>
            <w:r w:rsidR="00EF0A66" w:rsidRPr="00715234">
              <w:rPr>
                <w:rFonts w:eastAsiaTheme="minorEastAsia"/>
                <w:b/>
                <w:szCs w:val="20"/>
              </w:rPr>
              <w:fldChar w:fldCharType="end"/>
            </w:r>
            <w:r w:rsidR="00A31CAD">
              <w:rPr>
                <w:rFonts w:eastAsiaTheme="minorEastAsia"/>
                <w:b/>
                <w:szCs w:val="20"/>
              </w:rPr>
              <w:t>008</w:t>
            </w:r>
            <w:bookmarkStart w:id="0" w:name="_GoBack"/>
            <w:bookmarkEnd w:id="0"/>
            <w:r w:rsidR="00AB3700" w:rsidRPr="00715234">
              <w:rPr>
                <w:rFonts w:eastAsiaTheme="minorEastAsia"/>
                <w:b/>
                <w:szCs w:val="20"/>
              </w:rPr>
              <w:t xml:space="preserve"> </w:t>
            </w:r>
          </w:p>
        </w:tc>
      </w:tr>
      <w:tr w:rsidR="00715234" w:rsidRPr="00715234" w:rsidTr="00A90200">
        <w:trPr>
          <w:cantSplit/>
          <w:trHeight w:val="397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4" w:rsidRPr="00715234" w:rsidRDefault="00715234" w:rsidP="004616DF">
            <w:pPr>
              <w:suppressAutoHyphens/>
              <w:rPr>
                <w:rFonts w:eastAsiaTheme="minorEastAsia"/>
                <w:b/>
                <w:szCs w:val="20"/>
              </w:rPr>
            </w:pPr>
            <w:r w:rsidRPr="00715234">
              <w:rPr>
                <w:rFonts w:eastAsiaTheme="minorEastAsia"/>
                <w:szCs w:val="20"/>
              </w:rPr>
              <w:t>CIML Members comments on:</w:t>
            </w:r>
            <w:r w:rsidRPr="00715234">
              <w:rPr>
                <w:rFonts w:eastAsiaTheme="minorEastAsia"/>
                <w:b/>
                <w:szCs w:val="20"/>
              </w:rPr>
              <w:t xml:space="preserve"> </w:t>
            </w:r>
          </w:p>
          <w:p w:rsidR="00715234" w:rsidRDefault="00715234" w:rsidP="0097572D">
            <w:pPr>
              <w:spacing w:before="60"/>
              <w:rPr>
                <w:rFonts w:eastAsiaTheme="minorEastAsia"/>
                <w:szCs w:val="20"/>
              </w:rPr>
            </w:pPr>
            <w:r w:rsidRPr="00715234">
              <w:rPr>
                <w:rFonts w:eastAsiaTheme="minorEastAsia"/>
                <w:b/>
                <w:szCs w:val="20"/>
                <w:lang w:val="de-DE"/>
              </w:rPr>
              <w:t xml:space="preserve">OIML </w:t>
            </w:r>
            <w:r w:rsidRPr="00715234">
              <w:rPr>
                <w:szCs w:val="20"/>
              </w:rPr>
              <w:fldChar w:fldCharType="begin"/>
            </w:r>
            <w:r w:rsidRPr="00715234">
              <w:rPr>
                <w:szCs w:val="20"/>
              </w:rPr>
              <w:instrText xml:space="preserve"> DOCPROPERTY  Committee  \* MERGEFORMAT </w:instrText>
            </w:r>
            <w:r w:rsidRPr="00715234">
              <w:rPr>
                <w:szCs w:val="20"/>
              </w:rPr>
              <w:fldChar w:fldCharType="separate"/>
            </w:r>
            <w:r w:rsidRPr="00715234">
              <w:rPr>
                <w:rFonts w:eastAsiaTheme="minorEastAsia"/>
                <w:b/>
                <w:szCs w:val="20"/>
                <w:lang w:val="de-DE"/>
              </w:rPr>
              <w:t>TC</w:t>
            </w:r>
            <w:r w:rsidR="00A31CAD">
              <w:rPr>
                <w:rFonts w:eastAsiaTheme="minorEastAsia"/>
                <w:b/>
                <w:szCs w:val="20"/>
                <w:lang w:val="de-DE"/>
              </w:rPr>
              <w:t>_</w:t>
            </w:r>
            <w:r w:rsidR="0097572D">
              <w:rPr>
                <w:rFonts w:eastAsiaTheme="minorEastAsia"/>
                <w:b/>
                <w:szCs w:val="20"/>
                <w:lang w:val="de-DE"/>
              </w:rPr>
              <w:t>9</w:t>
            </w:r>
            <w:r w:rsidRPr="00715234">
              <w:rPr>
                <w:rFonts w:eastAsiaTheme="minorEastAsia"/>
                <w:b/>
                <w:szCs w:val="20"/>
                <w:lang w:val="de-DE"/>
              </w:rPr>
              <w:fldChar w:fldCharType="end"/>
            </w:r>
            <w:r w:rsidR="00A31CAD">
              <w:rPr>
                <w:rFonts w:eastAsiaTheme="minorEastAsia"/>
                <w:b/>
                <w:szCs w:val="20"/>
                <w:lang w:val="de-DE"/>
              </w:rPr>
              <w:t>_</w:t>
            </w:r>
            <w:r w:rsidR="00A31CAD">
              <w:rPr>
                <w:b/>
                <w:szCs w:val="20"/>
              </w:rPr>
              <w:t>p_</w:t>
            </w:r>
            <w:r w:rsidR="0097572D">
              <w:rPr>
                <w:b/>
                <w:szCs w:val="20"/>
              </w:rPr>
              <w:t>1</w:t>
            </w:r>
            <w:r w:rsidR="00A31CAD">
              <w:rPr>
                <w:b/>
                <w:szCs w:val="20"/>
              </w:rPr>
              <w:t>_</w:t>
            </w:r>
            <w:r w:rsidRPr="00715234">
              <w:rPr>
                <w:szCs w:val="20"/>
              </w:rPr>
              <w:fldChar w:fldCharType="begin"/>
            </w:r>
            <w:r w:rsidRPr="00715234">
              <w:rPr>
                <w:szCs w:val="20"/>
              </w:rPr>
              <w:instrText xml:space="preserve"> DOCPROPERTY  Reference  \* MERGEFORMAT </w:instrText>
            </w:r>
            <w:r w:rsidRPr="00715234">
              <w:rPr>
                <w:szCs w:val="20"/>
              </w:rPr>
              <w:fldChar w:fldCharType="separate"/>
            </w:r>
            <w:r w:rsidRPr="00715234">
              <w:rPr>
                <w:rFonts w:eastAsiaTheme="minorEastAsia"/>
                <w:b/>
                <w:szCs w:val="20"/>
                <w:lang w:val="de-DE"/>
              </w:rPr>
              <w:t>N</w:t>
            </w:r>
            <w:r w:rsidRPr="00715234">
              <w:rPr>
                <w:rFonts w:eastAsiaTheme="minorEastAsia"/>
                <w:b/>
                <w:szCs w:val="20"/>
                <w:lang w:val="de-DE"/>
              </w:rPr>
              <w:fldChar w:fldCharType="end"/>
            </w:r>
            <w:r w:rsidR="00A31CAD">
              <w:rPr>
                <w:rFonts w:eastAsiaTheme="minorEastAsia"/>
                <w:b/>
                <w:szCs w:val="20"/>
                <w:lang w:val="de-DE"/>
              </w:rPr>
              <w:t>001</w:t>
            </w:r>
            <w:r w:rsidRPr="00715234">
              <w:rPr>
                <w:rFonts w:eastAsiaTheme="minorEastAsia"/>
                <w:szCs w:val="20"/>
              </w:rPr>
              <w:t xml:space="preserve"> </w:t>
            </w:r>
          </w:p>
          <w:p w:rsidR="0097572D" w:rsidRDefault="0097572D" w:rsidP="0097572D">
            <w:pPr>
              <w:spacing w:before="60"/>
              <w:rPr>
                <w:rFonts w:eastAsiaTheme="minorEastAsia"/>
                <w:b/>
                <w:szCs w:val="20"/>
                <w:lang w:val="de-DE"/>
              </w:rPr>
            </w:pPr>
            <w:r w:rsidRPr="00715234">
              <w:rPr>
                <w:rFonts w:eastAsiaTheme="minorEastAsia"/>
                <w:b/>
                <w:szCs w:val="20"/>
                <w:lang w:val="de-DE"/>
              </w:rPr>
              <w:t xml:space="preserve">OIML </w:t>
            </w:r>
            <w:r w:rsidRPr="00715234">
              <w:rPr>
                <w:szCs w:val="20"/>
              </w:rPr>
              <w:fldChar w:fldCharType="begin"/>
            </w:r>
            <w:r w:rsidRPr="00715234">
              <w:rPr>
                <w:szCs w:val="20"/>
              </w:rPr>
              <w:instrText xml:space="preserve"> DOCPROPERTY  Committee  \* MERGEFORMAT </w:instrText>
            </w:r>
            <w:r w:rsidRPr="00715234">
              <w:rPr>
                <w:szCs w:val="20"/>
              </w:rPr>
              <w:fldChar w:fldCharType="separate"/>
            </w:r>
            <w:r w:rsidRPr="00715234">
              <w:rPr>
                <w:rFonts w:eastAsiaTheme="minorEastAsia"/>
                <w:b/>
                <w:szCs w:val="20"/>
                <w:lang w:val="de-DE"/>
              </w:rPr>
              <w:t>TC</w:t>
            </w:r>
            <w:r w:rsidR="00A31CAD">
              <w:rPr>
                <w:rFonts w:eastAsiaTheme="minorEastAsia"/>
                <w:b/>
                <w:szCs w:val="20"/>
                <w:lang w:val="de-DE"/>
              </w:rPr>
              <w:t>_</w:t>
            </w:r>
            <w:r>
              <w:rPr>
                <w:rFonts w:eastAsiaTheme="minorEastAsia"/>
                <w:b/>
                <w:szCs w:val="20"/>
                <w:lang w:val="de-DE"/>
              </w:rPr>
              <w:t>9</w:t>
            </w:r>
            <w:r w:rsidRPr="00715234">
              <w:rPr>
                <w:rFonts w:eastAsiaTheme="minorEastAsia"/>
                <w:b/>
                <w:szCs w:val="20"/>
                <w:lang w:val="de-DE"/>
              </w:rPr>
              <w:fldChar w:fldCharType="end"/>
            </w:r>
            <w:r w:rsidR="00A31CAD">
              <w:rPr>
                <w:rFonts w:eastAsiaTheme="minorEastAsia"/>
                <w:b/>
                <w:szCs w:val="20"/>
                <w:lang w:val="de-DE"/>
              </w:rPr>
              <w:t>_p_</w:t>
            </w:r>
            <w:r>
              <w:rPr>
                <w:b/>
                <w:szCs w:val="20"/>
              </w:rPr>
              <w:t>1</w:t>
            </w:r>
            <w:r w:rsidR="00A31CAD">
              <w:rPr>
                <w:b/>
                <w:szCs w:val="20"/>
              </w:rPr>
              <w:t>_</w:t>
            </w:r>
            <w:r w:rsidRPr="00715234">
              <w:rPr>
                <w:szCs w:val="20"/>
              </w:rPr>
              <w:fldChar w:fldCharType="begin"/>
            </w:r>
            <w:r w:rsidRPr="00715234">
              <w:rPr>
                <w:szCs w:val="20"/>
              </w:rPr>
              <w:instrText xml:space="preserve"> DOCPROPERTY  Reference  \* MERGEFORMAT </w:instrText>
            </w:r>
            <w:r w:rsidRPr="00715234">
              <w:rPr>
                <w:szCs w:val="20"/>
              </w:rPr>
              <w:fldChar w:fldCharType="separate"/>
            </w:r>
            <w:r w:rsidRPr="00715234">
              <w:rPr>
                <w:rFonts w:eastAsiaTheme="minorEastAsia"/>
                <w:b/>
                <w:szCs w:val="20"/>
                <w:lang w:val="de-DE"/>
              </w:rPr>
              <w:t>N</w:t>
            </w:r>
            <w:r w:rsidRPr="00715234">
              <w:rPr>
                <w:rFonts w:eastAsiaTheme="minorEastAsia"/>
                <w:b/>
                <w:szCs w:val="20"/>
                <w:lang w:val="de-DE"/>
              </w:rPr>
              <w:fldChar w:fldCharType="end"/>
            </w:r>
            <w:r w:rsidR="00A31CAD">
              <w:rPr>
                <w:rFonts w:eastAsiaTheme="minorEastAsia"/>
                <w:b/>
                <w:szCs w:val="20"/>
                <w:lang w:val="de-DE"/>
              </w:rPr>
              <w:t>002</w:t>
            </w:r>
          </w:p>
          <w:p w:rsidR="0097572D" w:rsidRPr="00715234" w:rsidRDefault="0097572D" w:rsidP="00A31CAD">
            <w:pPr>
              <w:spacing w:before="60"/>
              <w:rPr>
                <w:rFonts w:eastAsiaTheme="minorEastAsia"/>
                <w:szCs w:val="20"/>
              </w:rPr>
            </w:pPr>
            <w:r w:rsidRPr="00715234">
              <w:rPr>
                <w:rFonts w:eastAsiaTheme="minorEastAsia"/>
                <w:b/>
                <w:szCs w:val="20"/>
                <w:lang w:val="de-DE"/>
              </w:rPr>
              <w:t xml:space="preserve">OIML </w:t>
            </w:r>
            <w:r w:rsidRPr="00715234">
              <w:rPr>
                <w:szCs w:val="20"/>
              </w:rPr>
              <w:fldChar w:fldCharType="begin"/>
            </w:r>
            <w:r w:rsidRPr="00715234">
              <w:rPr>
                <w:szCs w:val="20"/>
              </w:rPr>
              <w:instrText xml:space="preserve"> DOCPROPERTY  Committee  \* MERGEFORMAT </w:instrText>
            </w:r>
            <w:r w:rsidRPr="00715234">
              <w:rPr>
                <w:szCs w:val="20"/>
              </w:rPr>
              <w:fldChar w:fldCharType="separate"/>
            </w:r>
            <w:r w:rsidRPr="00715234">
              <w:rPr>
                <w:rFonts w:eastAsiaTheme="minorEastAsia"/>
                <w:b/>
                <w:szCs w:val="20"/>
                <w:lang w:val="de-DE"/>
              </w:rPr>
              <w:t>TC</w:t>
            </w:r>
            <w:r w:rsidR="00A31CAD">
              <w:rPr>
                <w:rFonts w:eastAsiaTheme="minorEastAsia"/>
                <w:b/>
                <w:szCs w:val="20"/>
                <w:lang w:val="de-DE"/>
              </w:rPr>
              <w:t>_</w:t>
            </w:r>
            <w:r>
              <w:rPr>
                <w:rFonts w:eastAsiaTheme="minorEastAsia"/>
                <w:b/>
                <w:szCs w:val="20"/>
                <w:lang w:val="de-DE"/>
              </w:rPr>
              <w:t>9</w:t>
            </w:r>
            <w:r w:rsidRPr="00715234">
              <w:rPr>
                <w:rFonts w:eastAsiaTheme="minorEastAsia"/>
                <w:b/>
                <w:szCs w:val="20"/>
                <w:lang w:val="de-DE"/>
              </w:rPr>
              <w:fldChar w:fldCharType="end"/>
            </w:r>
            <w:r w:rsidR="00A31CAD">
              <w:rPr>
                <w:rFonts w:eastAsiaTheme="minorEastAsia"/>
                <w:b/>
                <w:szCs w:val="20"/>
                <w:lang w:val="de-DE"/>
              </w:rPr>
              <w:t>_p_</w:t>
            </w:r>
            <w:r>
              <w:rPr>
                <w:b/>
                <w:szCs w:val="20"/>
              </w:rPr>
              <w:t>1</w:t>
            </w:r>
            <w:r w:rsidR="00A31CAD">
              <w:rPr>
                <w:b/>
                <w:szCs w:val="20"/>
              </w:rPr>
              <w:t>_</w:t>
            </w:r>
            <w:r w:rsidRPr="00715234">
              <w:rPr>
                <w:szCs w:val="20"/>
              </w:rPr>
              <w:fldChar w:fldCharType="begin"/>
            </w:r>
            <w:r w:rsidRPr="00715234">
              <w:rPr>
                <w:szCs w:val="20"/>
              </w:rPr>
              <w:instrText xml:space="preserve"> DOCPROPERTY  Reference  \* MERGEFORMAT </w:instrText>
            </w:r>
            <w:r w:rsidRPr="00715234">
              <w:rPr>
                <w:szCs w:val="20"/>
              </w:rPr>
              <w:fldChar w:fldCharType="separate"/>
            </w:r>
            <w:r w:rsidRPr="00715234">
              <w:rPr>
                <w:rFonts w:eastAsiaTheme="minorEastAsia"/>
                <w:b/>
                <w:szCs w:val="20"/>
                <w:lang w:val="de-DE"/>
              </w:rPr>
              <w:t>N</w:t>
            </w:r>
            <w:r w:rsidRPr="00715234">
              <w:rPr>
                <w:rFonts w:eastAsiaTheme="minorEastAsia"/>
                <w:b/>
                <w:szCs w:val="20"/>
                <w:lang w:val="de-DE"/>
              </w:rPr>
              <w:fldChar w:fldCharType="end"/>
            </w:r>
            <w:r w:rsidR="00A31CAD">
              <w:rPr>
                <w:rFonts w:eastAsiaTheme="minorEastAsia"/>
                <w:b/>
                <w:szCs w:val="20"/>
                <w:lang w:val="de-DE"/>
              </w:rPr>
              <w:t>003</w:t>
            </w:r>
          </w:p>
        </w:tc>
        <w:tc>
          <w:tcPr>
            <w:tcW w:w="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4" w:rsidRPr="00715234" w:rsidRDefault="00715234" w:rsidP="004616DF">
            <w:pPr>
              <w:rPr>
                <w:rFonts w:eastAsiaTheme="minorEastAsia"/>
                <w:szCs w:val="20"/>
              </w:rPr>
            </w:pPr>
            <w:r w:rsidRPr="00715234">
              <w:rPr>
                <w:rFonts w:eastAsiaTheme="minorEastAsia"/>
                <w:szCs w:val="20"/>
              </w:rPr>
              <w:t xml:space="preserve">Publication title: </w:t>
            </w:r>
          </w:p>
          <w:p w:rsidR="00715234" w:rsidRDefault="0097572D" w:rsidP="00721E42">
            <w:pPr>
              <w:rPr>
                <w:szCs w:val="20"/>
              </w:rPr>
            </w:pPr>
            <w:r w:rsidRPr="0097572D">
              <w:rPr>
                <w:szCs w:val="20"/>
              </w:rPr>
              <w:t>OIML R</w:t>
            </w:r>
            <w:r w:rsidR="00D74843">
              <w:rPr>
                <w:szCs w:val="20"/>
              </w:rPr>
              <w:t xml:space="preserve"> </w:t>
            </w:r>
            <w:r w:rsidRPr="0097572D">
              <w:rPr>
                <w:szCs w:val="20"/>
              </w:rPr>
              <w:t>60, 5CD: Metrological Regulation for Load Cells</w:t>
            </w:r>
          </w:p>
          <w:p w:rsidR="0097572D" w:rsidRPr="00715234" w:rsidRDefault="0097572D" w:rsidP="00721E42">
            <w:pPr>
              <w:rPr>
                <w:rFonts w:eastAsiaTheme="minorEastAsia"/>
                <w:i/>
                <w:szCs w:val="20"/>
              </w:rPr>
            </w:pPr>
            <w:r>
              <w:rPr>
                <w:szCs w:val="20"/>
              </w:rPr>
              <w:t>Parts 1,</w:t>
            </w:r>
            <w:r w:rsidR="00D74843">
              <w:rPr>
                <w:szCs w:val="20"/>
              </w:rPr>
              <w:t xml:space="preserve"> </w:t>
            </w:r>
            <w:r>
              <w:rPr>
                <w:szCs w:val="20"/>
              </w:rPr>
              <w:t>2 &amp; 3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234" w:rsidRPr="00715234" w:rsidRDefault="00715234" w:rsidP="004616DF">
            <w:pPr>
              <w:rPr>
                <w:rFonts w:eastAsiaTheme="minorEastAsia"/>
                <w:szCs w:val="20"/>
              </w:rPr>
            </w:pPr>
            <w:r w:rsidRPr="00715234">
              <w:rPr>
                <w:rFonts w:eastAsiaTheme="minorEastAsia"/>
                <w:szCs w:val="20"/>
              </w:rPr>
              <w:t xml:space="preserve">Project: </w:t>
            </w:r>
          </w:p>
          <w:p w:rsidR="00715234" w:rsidRPr="00715234" w:rsidRDefault="0097572D" w:rsidP="00721E42">
            <w:pPr>
              <w:rPr>
                <w:rFonts w:eastAsiaTheme="minorEastAsia"/>
                <w:i/>
                <w:szCs w:val="20"/>
              </w:rPr>
            </w:pPr>
            <w:r>
              <w:rPr>
                <w:szCs w:val="20"/>
              </w:rPr>
              <w:t>p1</w:t>
            </w:r>
            <w:r w:rsidR="00715234" w:rsidRPr="00715234">
              <w:rPr>
                <w:szCs w:val="20"/>
              </w:rPr>
              <w:t xml:space="preserve"> </w:t>
            </w:r>
            <w:r w:rsidRPr="0097572D">
              <w:rPr>
                <w:szCs w:val="20"/>
              </w:rPr>
              <w:t>Revision of R 60: Metrological regulation for load cells</w:t>
            </w:r>
          </w:p>
        </w:tc>
      </w:tr>
      <w:tr w:rsidR="00136CAF" w:rsidRPr="00715234" w:rsidTr="00FA2662">
        <w:trPr>
          <w:cantSplit/>
          <w:trHeight w:val="397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AF" w:rsidRPr="00715234" w:rsidRDefault="00136CAF" w:rsidP="001E5B55">
            <w:pPr>
              <w:suppressAutoHyphens/>
              <w:rPr>
                <w:rFonts w:eastAsiaTheme="minorEastAsia"/>
                <w:szCs w:val="20"/>
              </w:rPr>
            </w:pPr>
            <w:r w:rsidRPr="00715234">
              <w:rPr>
                <w:rFonts w:eastAsiaTheme="minorEastAsia"/>
                <w:szCs w:val="20"/>
              </w:rPr>
              <w:t xml:space="preserve">Draft dated: </w:t>
            </w:r>
          </w:p>
          <w:p w:rsidR="00136CAF" w:rsidRPr="00715234" w:rsidRDefault="0097572D" w:rsidP="0097572D">
            <w:pPr>
              <w:suppressAutoHyphens/>
              <w:rPr>
                <w:rFonts w:eastAsiaTheme="minorEastAsia"/>
                <w:szCs w:val="20"/>
              </w:rPr>
            </w:pPr>
            <w:r>
              <w:rPr>
                <w:rFonts w:eastAsiaTheme="minorEastAsia"/>
                <w:szCs w:val="20"/>
              </w:rPr>
              <w:t>21</w:t>
            </w:r>
            <w:r w:rsidR="0037087E" w:rsidRPr="00715234">
              <w:rPr>
                <w:rFonts w:eastAsiaTheme="minorEastAsia"/>
                <w:szCs w:val="20"/>
              </w:rPr>
              <w:t xml:space="preserve"> </w:t>
            </w:r>
            <w:r>
              <w:rPr>
                <w:rFonts w:eastAsiaTheme="minorEastAsia"/>
                <w:szCs w:val="20"/>
              </w:rPr>
              <w:t>October</w:t>
            </w:r>
            <w:r w:rsidR="0037087E" w:rsidRPr="00715234">
              <w:rPr>
                <w:rFonts w:eastAsiaTheme="minorEastAsia"/>
                <w:szCs w:val="20"/>
              </w:rPr>
              <w:t xml:space="preserve"> 201</w:t>
            </w:r>
            <w:r w:rsidR="00721E42" w:rsidRPr="00715234">
              <w:rPr>
                <w:rFonts w:eastAsiaTheme="minorEastAsia"/>
                <w:szCs w:val="20"/>
              </w:rPr>
              <w:t>6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AF" w:rsidRPr="00715234" w:rsidRDefault="00136CAF" w:rsidP="001E5B55">
            <w:pPr>
              <w:suppressAutoHyphens/>
              <w:rPr>
                <w:rFonts w:eastAsiaTheme="minorEastAsia"/>
                <w:b/>
                <w:szCs w:val="20"/>
              </w:rPr>
            </w:pPr>
            <w:r w:rsidRPr="00715234">
              <w:rPr>
                <w:rFonts w:eastAsiaTheme="minorEastAsia"/>
                <w:szCs w:val="20"/>
              </w:rPr>
              <w:t>Circulation date</w:t>
            </w:r>
            <w:r w:rsidRPr="00715234">
              <w:rPr>
                <w:rFonts w:eastAsiaTheme="minorEastAsia"/>
                <w:b/>
                <w:szCs w:val="20"/>
              </w:rPr>
              <w:t xml:space="preserve">: </w:t>
            </w:r>
          </w:p>
          <w:p w:rsidR="00136CAF" w:rsidRPr="00715234" w:rsidRDefault="00EF0A66" w:rsidP="00D74843">
            <w:pPr>
              <w:suppressAutoHyphens/>
              <w:rPr>
                <w:rFonts w:eastAsiaTheme="minorEastAsia"/>
                <w:szCs w:val="20"/>
              </w:rPr>
            </w:pPr>
            <w:r w:rsidRPr="00715234">
              <w:rPr>
                <w:szCs w:val="20"/>
              </w:rPr>
              <w:fldChar w:fldCharType="begin"/>
            </w:r>
            <w:r w:rsidRPr="00715234">
              <w:rPr>
                <w:szCs w:val="20"/>
              </w:rPr>
              <w:instrText xml:space="preserve"> DOCPROPERTY  "Circulation Date"  \* MERGEFORMAT </w:instrText>
            </w:r>
            <w:r w:rsidRPr="00715234">
              <w:rPr>
                <w:szCs w:val="20"/>
              </w:rPr>
              <w:fldChar w:fldCharType="separate"/>
            </w:r>
            <w:r w:rsidR="00D74843">
              <w:rPr>
                <w:rFonts w:eastAsiaTheme="minorEastAsia"/>
                <w:szCs w:val="20"/>
              </w:rPr>
              <w:t>27</w:t>
            </w:r>
            <w:r w:rsidR="00721E42" w:rsidRPr="00715234">
              <w:rPr>
                <w:rFonts w:eastAsiaTheme="minorEastAsia"/>
                <w:szCs w:val="20"/>
              </w:rPr>
              <w:t xml:space="preserve"> </w:t>
            </w:r>
            <w:r w:rsidR="0097572D">
              <w:rPr>
                <w:rFonts w:eastAsiaTheme="minorEastAsia"/>
                <w:szCs w:val="20"/>
              </w:rPr>
              <w:t>October</w:t>
            </w:r>
            <w:r w:rsidR="00155E63" w:rsidRPr="00715234">
              <w:rPr>
                <w:rFonts w:eastAsiaTheme="minorEastAsia"/>
                <w:szCs w:val="20"/>
              </w:rPr>
              <w:t xml:space="preserve"> 20</w:t>
            </w:r>
            <w:r w:rsidR="0097572D">
              <w:rPr>
                <w:rFonts w:eastAsiaTheme="minorEastAsia"/>
                <w:szCs w:val="20"/>
              </w:rPr>
              <w:t>16</w:t>
            </w:r>
            <w:r w:rsidRPr="00715234">
              <w:rPr>
                <w:rFonts w:eastAsiaTheme="minorEastAsia"/>
                <w:szCs w:val="20"/>
              </w:rPr>
              <w:fldChar w:fldCharType="end"/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2E" w:rsidRPr="00715234" w:rsidRDefault="00FA2662" w:rsidP="001E5B55">
            <w:pPr>
              <w:suppressAutoHyphens/>
              <w:rPr>
                <w:rFonts w:eastAsiaTheme="minorEastAsia"/>
                <w:szCs w:val="20"/>
              </w:rPr>
            </w:pPr>
            <w:r w:rsidRPr="00715234">
              <w:rPr>
                <w:rFonts w:eastAsiaTheme="minorEastAsia"/>
                <w:szCs w:val="20"/>
              </w:rPr>
              <w:t>Convener:</w:t>
            </w:r>
          </w:p>
          <w:p w:rsidR="00136CAF" w:rsidRPr="00715234" w:rsidRDefault="00FA2662" w:rsidP="0097572D">
            <w:pPr>
              <w:suppressAutoHyphens/>
              <w:rPr>
                <w:rFonts w:eastAsiaTheme="minorEastAsia"/>
                <w:szCs w:val="20"/>
              </w:rPr>
            </w:pPr>
            <w:r w:rsidRPr="00715234">
              <w:rPr>
                <w:rFonts w:eastAsiaTheme="minorEastAsia"/>
                <w:szCs w:val="20"/>
              </w:rPr>
              <w:t xml:space="preserve"> </w:t>
            </w:r>
            <w:r w:rsidR="00EF0A66" w:rsidRPr="00715234">
              <w:rPr>
                <w:szCs w:val="20"/>
              </w:rPr>
              <w:fldChar w:fldCharType="begin"/>
            </w:r>
            <w:r w:rsidR="00EF0A66" w:rsidRPr="00715234">
              <w:rPr>
                <w:szCs w:val="20"/>
              </w:rPr>
              <w:instrText xml:space="preserve"> DOCPROPERTY  Convener  \* MERGEFORMAT </w:instrText>
            </w:r>
            <w:r w:rsidR="00EF0A66" w:rsidRPr="00715234">
              <w:rPr>
                <w:szCs w:val="20"/>
              </w:rPr>
              <w:fldChar w:fldCharType="separate"/>
            </w:r>
            <w:r w:rsidRPr="00715234">
              <w:rPr>
                <w:rFonts w:eastAsiaTheme="minorEastAsia"/>
                <w:szCs w:val="20"/>
              </w:rPr>
              <w:t>U</w:t>
            </w:r>
            <w:r w:rsidR="00721E42" w:rsidRPr="00715234">
              <w:rPr>
                <w:rFonts w:eastAsiaTheme="minorEastAsia"/>
                <w:szCs w:val="20"/>
              </w:rPr>
              <w:t>S</w:t>
            </w:r>
            <w:r w:rsidR="00EF0A66" w:rsidRPr="00715234">
              <w:rPr>
                <w:rFonts w:eastAsiaTheme="minorEastAsia"/>
                <w:szCs w:val="20"/>
              </w:rPr>
              <w:fldChar w:fldCharType="end"/>
            </w:r>
            <w:r w:rsidR="00715234" w:rsidRPr="00715234">
              <w:rPr>
                <w:rFonts w:eastAsiaTheme="minorEastAsia"/>
                <w:szCs w:val="20"/>
              </w:rPr>
              <w:t xml:space="preserve">A: </w:t>
            </w:r>
            <w:r w:rsidR="00AB502A" w:rsidRPr="00715234">
              <w:rPr>
                <w:szCs w:val="20"/>
              </w:rPr>
              <w:fldChar w:fldCharType="begin"/>
            </w:r>
            <w:r w:rsidR="00AB502A" w:rsidRPr="00715234">
              <w:rPr>
                <w:szCs w:val="20"/>
              </w:rPr>
              <w:instrText xml:space="preserve"> DOCPROPERTY  "Convener Name"  \* MERGEFORMAT </w:instrText>
            </w:r>
            <w:r w:rsidR="00AB502A" w:rsidRPr="00715234">
              <w:rPr>
                <w:szCs w:val="20"/>
              </w:rPr>
              <w:fldChar w:fldCharType="separate"/>
            </w:r>
            <w:r w:rsidR="0097572D">
              <w:rPr>
                <w:rFonts w:eastAsiaTheme="minorEastAsia"/>
                <w:szCs w:val="20"/>
              </w:rPr>
              <w:t>John Barton</w:t>
            </w:r>
            <w:r w:rsidR="00AB502A" w:rsidRPr="00715234">
              <w:rPr>
                <w:rFonts w:eastAsiaTheme="minorEastAsia"/>
                <w:szCs w:val="20"/>
              </w:rPr>
              <w:fldChar w:fldCharType="end"/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662" w:rsidRPr="00715234" w:rsidRDefault="00FA2662" w:rsidP="00FA2662">
            <w:pPr>
              <w:suppressAutoHyphens/>
              <w:rPr>
                <w:rFonts w:eastAsiaTheme="minorEastAsia"/>
                <w:b/>
                <w:szCs w:val="20"/>
              </w:rPr>
            </w:pPr>
            <w:r w:rsidRPr="00715234">
              <w:rPr>
                <w:rFonts w:eastAsiaTheme="minorEastAsia"/>
                <w:b/>
                <w:szCs w:val="20"/>
              </w:rPr>
              <w:t>Closing date</w:t>
            </w:r>
            <w:r w:rsidR="00BE252E" w:rsidRPr="00715234">
              <w:rPr>
                <w:rFonts w:eastAsiaTheme="minorEastAsia"/>
                <w:b/>
                <w:szCs w:val="20"/>
              </w:rPr>
              <w:t xml:space="preserve"> for </w:t>
            </w:r>
            <w:r w:rsidR="00715234" w:rsidRPr="00715234">
              <w:rPr>
                <w:rFonts w:eastAsiaTheme="minorEastAsia"/>
                <w:b/>
                <w:szCs w:val="20"/>
              </w:rPr>
              <w:t>voting and/or comments</w:t>
            </w:r>
            <w:r w:rsidRPr="00715234">
              <w:rPr>
                <w:rFonts w:eastAsiaTheme="minorEastAsia"/>
                <w:b/>
                <w:szCs w:val="20"/>
              </w:rPr>
              <w:t>:</w:t>
            </w:r>
          </w:p>
          <w:p w:rsidR="00136CAF" w:rsidRPr="00715234" w:rsidRDefault="00EF0A66" w:rsidP="00D74843">
            <w:pPr>
              <w:suppressAutoHyphens/>
              <w:jc w:val="center"/>
              <w:rPr>
                <w:rFonts w:eastAsiaTheme="minorEastAsia"/>
                <w:b/>
                <w:szCs w:val="20"/>
              </w:rPr>
            </w:pPr>
            <w:r w:rsidRPr="00715234">
              <w:rPr>
                <w:b/>
                <w:szCs w:val="20"/>
              </w:rPr>
              <w:fldChar w:fldCharType="begin"/>
            </w:r>
            <w:r w:rsidRPr="00715234">
              <w:rPr>
                <w:b/>
                <w:szCs w:val="20"/>
              </w:rPr>
              <w:instrText xml:space="preserve"> DOCPROPERTY  "Due date"  \* MERGEFORMAT </w:instrText>
            </w:r>
            <w:r w:rsidRPr="00715234">
              <w:rPr>
                <w:b/>
                <w:szCs w:val="20"/>
              </w:rPr>
              <w:fldChar w:fldCharType="separate"/>
            </w:r>
            <w:r w:rsidR="00D74843">
              <w:rPr>
                <w:rFonts w:eastAsiaTheme="minorEastAsia"/>
                <w:b/>
                <w:szCs w:val="20"/>
              </w:rPr>
              <w:t>27</w:t>
            </w:r>
            <w:r w:rsidR="00155E63" w:rsidRPr="00715234">
              <w:rPr>
                <w:rFonts w:eastAsiaTheme="minorEastAsia"/>
                <w:b/>
                <w:szCs w:val="20"/>
              </w:rPr>
              <w:t xml:space="preserve"> </w:t>
            </w:r>
            <w:r w:rsidR="0097572D">
              <w:rPr>
                <w:rFonts w:eastAsiaTheme="minorEastAsia"/>
                <w:b/>
                <w:szCs w:val="20"/>
              </w:rPr>
              <w:t>January</w:t>
            </w:r>
            <w:r w:rsidR="00155E63" w:rsidRPr="00715234">
              <w:rPr>
                <w:rFonts w:eastAsiaTheme="minorEastAsia"/>
                <w:b/>
                <w:szCs w:val="20"/>
              </w:rPr>
              <w:t xml:space="preserve"> 20</w:t>
            </w:r>
            <w:r w:rsidR="00D74843">
              <w:rPr>
                <w:rFonts w:eastAsiaTheme="minorEastAsia"/>
                <w:b/>
                <w:szCs w:val="20"/>
              </w:rPr>
              <w:t>17</w:t>
            </w:r>
            <w:r w:rsidRPr="00715234">
              <w:rPr>
                <w:rFonts w:eastAsiaTheme="minorEastAsia"/>
                <w:b/>
                <w:szCs w:val="20"/>
              </w:rPr>
              <w:fldChar w:fldCharType="end"/>
            </w:r>
          </w:p>
        </w:tc>
      </w:tr>
    </w:tbl>
    <w:p w:rsidR="00B50C21" w:rsidRPr="00FA2662" w:rsidRDefault="00B50C21">
      <w:pPr>
        <w:rPr>
          <w:sz w:val="6"/>
        </w:rPr>
      </w:pPr>
    </w:p>
    <w:tbl>
      <w:tblPr>
        <w:tblW w:w="14231" w:type="dxa"/>
        <w:tblInd w:w="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850"/>
        <w:gridCol w:w="851"/>
        <w:gridCol w:w="850"/>
        <w:gridCol w:w="3827"/>
        <w:gridCol w:w="4678"/>
        <w:gridCol w:w="2410"/>
      </w:tblGrid>
      <w:tr w:rsidR="00811745" w:rsidRPr="00715234" w:rsidTr="00B34C1C">
        <w:trPr>
          <w:cantSplit/>
          <w:tblHeader/>
        </w:trPr>
        <w:tc>
          <w:tcPr>
            <w:tcW w:w="765" w:type="dxa"/>
          </w:tcPr>
          <w:p w:rsidR="00811745" w:rsidRPr="00715234" w:rsidRDefault="00715234" w:rsidP="00B34C1C">
            <w:pPr>
              <w:keepLines/>
              <w:spacing w:line="180" w:lineRule="exact"/>
              <w:jc w:val="center"/>
              <w:rPr>
                <w:rFonts w:eastAsiaTheme="minorEastAsia"/>
                <w:b/>
                <w:sz w:val="16"/>
                <w:szCs w:val="16"/>
              </w:rPr>
            </w:pPr>
            <w:r>
              <w:rPr>
                <w:rFonts w:eastAsiaTheme="minorEastAsia"/>
                <w:b/>
                <w:sz w:val="16"/>
                <w:szCs w:val="16"/>
              </w:rPr>
              <w:t>M</w:t>
            </w:r>
            <w:r w:rsidR="00B34C1C" w:rsidRPr="00715234">
              <w:rPr>
                <w:rFonts w:eastAsiaTheme="minorEastAsia"/>
                <w:b/>
                <w:sz w:val="16"/>
                <w:szCs w:val="16"/>
              </w:rPr>
              <w:t>ember</w:t>
            </w:r>
          </w:p>
          <w:p w:rsidR="00B34C1C" w:rsidRPr="00715234" w:rsidRDefault="00721E42" w:rsidP="00B34C1C">
            <w:pPr>
              <w:keepLines/>
              <w:spacing w:line="180" w:lineRule="exact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715234">
              <w:rPr>
                <w:rFonts w:eastAsiaTheme="minorEastAsia"/>
                <w:b/>
                <w:sz w:val="16"/>
                <w:szCs w:val="16"/>
              </w:rPr>
              <w:t>XX</w:t>
            </w:r>
          </w:p>
        </w:tc>
        <w:tc>
          <w:tcPr>
            <w:tcW w:w="2551" w:type="dxa"/>
            <w:gridSpan w:val="3"/>
          </w:tcPr>
          <w:p w:rsidR="00811745" w:rsidRPr="00715234" w:rsidRDefault="00811745" w:rsidP="00B34C1C">
            <w:pPr>
              <w:keepLines/>
              <w:spacing w:line="180" w:lineRule="exact"/>
              <w:rPr>
                <w:rFonts w:eastAsiaTheme="minorEastAsia"/>
                <w:b/>
                <w:sz w:val="16"/>
                <w:szCs w:val="16"/>
              </w:rPr>
            </w:pPr>
            <w:r w:rsidRPr="00715234">
              <w:rPr>
                <w:rFonts w:eastAsiaTheme="minorEastAsia"/>
                <w:b/>
                <w:sz w:val="16"/>
                <w:szCs w:val="16"/>
              </w:rPr>
              <w:t>Comment</w:t>
            </w:r>
            <w:r w:rsidR="00715234">
              <w:rPr>
                <w:rFonts w:eastAsiaTheme="minorEastAsia"/>
                <w:b/>
                <w:sz w:val="16"/>
                <w:szCs w:val="16"/>
              </w:rPr>
              <w:t>s</w:t>
            </w:r>
            <w:r w:rsidRPr="00715234">
              <w:rPr>
                <w:rFonts w:eastAsiaTheme="minorEastAsia"/>
                <w:b/>
                <w:sz w:val="16"/>
                <w:szCs w:val="16"/>
              </w:rPr>
              <w:t xml:space="preserve"> date:</w:t>
            </w:r>
          </w:p>
          <w:p w:rsidR="00811745" w:rsidRPr="00715234" w:rsidRDefault="00A31CAD" w:rsidP="00EC3215">
            <w:pPr>
              <w:keepLines/>
              <w:spacing w:line="180" w:lineRule="exact"/>
              <w:rPr>
                <w:rFonts w:eastAsiaTheme="minorEastAsia"/>
                <w:b/>
                <w:sz w:val="16"/>
                <w:szCs w:val="16"/>
              </w:rPr>
            </w:pPr>
            <w:sdt>
              <w:sdtPr>
                <w:rPr>
                  <w:rFonts w:eastAsiaTheme="minorEastAsia"/>
                  <w:b/>
                  <w:sz w:val="16"/>
                  <w:szCs w:val="16"/>
                </w:rPr>
                <w:id w:val="2552307"/>
                <w:placeholder>
                  <w:docPart w:val="E6413BB4500A42338C0B577763183B0B"/>
                </w:placeholder>
                <w:showingPlcHdr/>
                <w:date w:fullDate="2015-08-18T00:00:00Z">
                  <w:dateFormat w:val="d-M-yyyy"/>
                  <w:lid w:val="nl-NL"/>
                  <w:storeMappedDataAs w:val="dateTime"/>
                  <w:calendar w:val="gregorian"/>
                </w:date>
              </w:sdtPr>
              <w:sdtEndPr/>
              <w:sdtContent>
                <w:r w:rsidR="00EC3215" w:rsidRPr="00715234">
                  <w:rPr>
                    <w:rStyle w:val="PlaceholderText"/>
                    <w:sz w:val="16"/>
                    <w:szCs w:val="16"/>
                  </w:rPr>
                  <w:t>Click here to enter a date.</w:t>
                </w:r>
              </w:sdtContent>
            </w:sdt>
          </w:p>
        </w:tc>
        <w:tc>
          <w:tcPr>
            <w:tcW w:w="10915" w:type="dxa"/>
            <w:gridSpan w:val="3"/>
            <w:vAlign w:val="center"/>
          </w:tcPr>
          <w:p w:rsidR="00811745" w:rsidRPr="00715234" w:rsidRDefault="00811745" w:rsidP="00D74843">
            <w:pPr>
              <w:suppressAutoHyphens/>
              <w:rPr>
                <w:rFonts w:eastAsiaTheme="minorEastAsia"/>
                <w:szCs w:val="20"/>
              </w:rPr>
            </w:pPr>
            <w:r w:rsidRPr="00715234">
              <w:rPr>
                <w:rFonts w:eastAsiaTheme="minorEastAsia"/>
                <w:szCs w:val="20"/>
              </w:rPr>
              <w:t xml:space="preserve">Please </w:t>
            </w:r>
            <w:r w:rsidR="00715234">
              <w:rPr>
                <w:rFonts w:eastAsiaTheme="minorEastAsia"/>
                <w:szCs w:val="20"/>
              </w:rPr>
              <w:t xml:space="preserve">type </w:t>
            </w:r>
            <w:r w:rsidRPr="00715234">
              <w:rPr>
                <w:rFonts w:eastAsiaTheme="minorEastAsia"/>
                <w:szCs w:val="20"/>
              </w:rPr>
              <w:t>your</w:t>
            </w:r>
            <w:r w:rsidR="00715234">
              <w:rPr>
                <w:rFonts w:eastAsiaTheme="minorEastAsia"/>
                <w:szCs w:val="20"/>
              </w:rPr>
              <w:t xml:space="preserve"> comments in </w:t>
            </w:r>
            <w:r w:rsidRPr="00715234">
              <w:rPr>
                <w:rFonts w:eastAsiaTheme="minorEastAsia"/>
                <w:szCs w:val="20"/>
              </w:rPr>
              <w:t xml:space="preserve">this template form and post it </w:t>
            </w:r>
            <w:r w:rsidR="00715234" w:rsidRPr="00715234">
              <w:rPr>
                <w:rFonts w:eastAsiaTheme="minorEastAsia"/>
                <w:szCs w:val="20"/>
              </w:rPr>
              <w:t>(</w:t>
            </w:r>
            <w:r w:rsidRPr="00715234">
              <w:rPr>
                <w:rFonts w:eastAsiaTheme="minorEastAsia"/>
                <w:szCs w:val="20"/>
              </w:rPr>
              <w:t xml:space="preserve">in </w:t>
            </w:r>
            <w:r w:rsidR="00715234" w:rsidRPr="00715234">
              <w:rPr>
                <w:rFonts w:eastAsiaTheme="minorEastAsia"/>
                <w:szCs w:val="20"/>
              </w:rPr>
              <w:t>W</w:t>
            </w:r>
            <w:r w:rsidRPr="00715234">
              <w:rPr>
                <w:rFonts w:eastAsiaTheme="minorEastAsia"/>
                <w:szCs w:val="20"/>
              </w:rPr>
              <w:t>ord format</w:t>
            </w:r>
            <w:r w:rsidR="00715234" w:rsidRPr="00715234">
              <w:rPr>
                <w:rFonts w:eastAsiaTheme="minorEastAsia"/>
                <w:szCs w:val="20"/>
              </w:rPr>
              <w:t>)</w:t>
            </w:r>
            <w:r w:rsidRPr="00715234">
              <w:rPr>
                <w:rFonts w:eastAsiaTheme="minorEastAsia"/>
                <w:szCs w:val="20"/>
              </w:rPr>
              <w:t xml:space="preserve"> as soon as possible and </w:t>
            </w:r>
            <w:r w:rsidRPr="00715234">
              <w:rPr>
                <w:rFonts w:eastAsiaTheme="minorEastAsia"/>
                <w:szCs w:val="20"/>
                <w:u w:val="single"/>
              </w:rPr>
              <w:t>no later than the closing date</w:t>
            </w:r>
            <w:r w:rsidR="00715234" w:rsidRPr="00715234">
              <w:rPr>
                <w:rFonts w:eastAsiaTheme="minorEastAsia"/>
                <w:szCs w:val="20"/>
              </w:rPr>
              <w:t xml:space="preserve"> </w:t>
            </w:r>
            <w:r w:rsidRPr="00715234">
              <w:rPr>
                <w:rFonts w:eastAsiaTheme="minorEastAsia"/>
                <w:szCs w:val="20"/>
              </w:rPr>
              <w:t>using the</w:t>
            </w:r>
            <w:r w:rsidR="00D74843">
              <w:rPr>
                <w:rFonts w:eastAsiaTheme="minorEastAsia"/>
                <w:szCs w:val="20"/>
              </w:rPr>
              <w:t xml:space="preserve"> </w:t>
            </w:r>
            <w:hyperlink r:id="rId9" w:history="1">
              <w:r w:rsidR="00D74843" w:rsidRPr="00D74843">
                <w:rPr>
                  <w:rStyle w:val="Hyperlink"/>
                  <w:rFonts w:eastAsiaTheme="minorEastAsia"/>
                  <w:szCs w:val="20"/>
                </w:rPr>
                <w:t>PG vote and comment page</w:t>
              </w:r>
            </w:hyperlink>
            <w:r w:rsidR="00715234" w:rsidRPr="00715234">
              <w:rPr>
                <w:rFonts w:eastAsiaTheme="minorEastAsia"/>
                <w:szCs w:val="20"/>
              </w:rPr>
              <w:t xml:space="preserve"> after logging</w:t>
            </w:r>
            <w:r w:rsidR="00715234">
              <w:rPr>
                <w:rFonts w:eastAsiaTheme="minorEastAsia"/>
                <w:szCs w:val="20"/>
              </w:rPr>
              <w:t xml:space="preserve"> in with your u</w:t>
            </w:r>
            <w:r w:rsidR="00715234" w:rsidRPr="00715234">
              <w:rPr>
                <w:rFonts w:eastAsiaTheme="minorEastAsia"/>
                <w:szCs w:val="20"/>
              </w:rPr>
              <w:t>ser</w:t>
            </w:r>
            <w:r w:rsidR="00715234">
              <w:rPr>
                <w:rFonts w:eastAsiaTheme="minorEastAsia"/>
                <w:szCs w:val="20"/>
              </w:rPr>
              <w:t>n</w:t>
            </w:r>
            <w:r w:rsidR="00715234" w:rsidRPr="00715234">
              <w:rPr>
                <w:rFonts w:eastAsiaTheme="minorEastAsia"/>
                <w:szCs w:val="20"/>
              </w:rPr>
              <w:t>ame.</w:t>
            </w:r>
          </w:p>
        </w:tc>
      </w:tr>
      <w:tr w:rsidR="001F2E24" w:rsidRPr="00715234" w:rsidTr="00811745">
        <w:trPr>
          <w:cantSplit/>
          <w:tblHeader/>
        </w:trPr>
        <w:tc>
          <w:tcPr>
            <w:tcW w:w="765" w:type="dxa"/>
          </w:tcPr>
          <w:p w:rsidR="00B34C1C" w:rsidRPr="0054305E" w:rsidRDefault="00B34C1C" w:rsidP="00B34C1C">
            <w:pPr>
              <w:keepLines/>
              <w:spacing w:line="180" w:lineRule="exact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54305E">
              <w:rPr>
                <w:rFonts w:eastAsiaTheme="minorEastAsia"/>
                <w:b/>
                <w:sz w:val="16"/>
                <w:szCs w:val="16"/>
              </w:rPr>
              <w:t>Country</w:t>
            </w:r>
          </w:p>
          <w:p w:rsidR="00B34C1C" w:rsidRPr="0054305E" w:rsidRDefault="00B34C1C" w:rsidP="00B34C1C">
            <w:pPr>
              <w:keepLines/>
              <w:spacing w:line="180" w:lineRule="exact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54305E">
              <w:rPr>
                <w:rFonts w:eastAsiaTheme="minorEastAsia"/>
                <w:b/>
                <w:sz w:val="16"/>
                <w:szCs w:val="16"/>
              </w:rPr>
              <w:t>Code</w:t>
            </w:r>
            <w:r w:rsidRPr="0054305E">
              <w:rPr>
                <w:rStyle w:val="FootnoteReference"/>
                <w:rFonts w:eastAsiaTheme="minorEastAsia"/>
                <w:b/>
                <w:sz w:val="16"/>
                <w:szCs w:val="16"/>
              </w:rPr>
              <w:footnoteReference w:id="1"/>
            </w:r>
          </w:p>
        </w:tc>
        <w:tc>
          <w:tcPr>
            <w:tcW w:w="850" w:type="dxa"/>
          </w:tcPr>
          <w:p w:rsidR="001F2E24" w:rsidRPr="0054305E" w:rsidRDefault="001F2E24" w:rsidP="001F2E24">
            <w:pPr>
              <w:keepLines/>
              <w:spacing w:line="180" w:lineRule="exact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54305E">
              <w:rPr>
                <w:rFonts w:eastAsiaTheme="minorEastAsia"/>
                <w:b/>
                <w:sz w:val="16"/>
                <w:szCs w:val="16"/>
              </w:rPr>
              <w:t>Clause/ Sub clause</w:t>
            </w:r>
          </w:p>
          <w:p w:rsidR="001F2E24" w:rsidRPr="0054305E" w:rsidRDefault="001F2E24" w:rsidP="00C440F3">
            <w:pPr>
              <w:keepLines/>
              <w:spacing w:line="180" w:lineRule="exact"/>
              <w:jc w:val="center"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1F2E24" w:rsidRPr="0054305E" w:rsidRDefault="001F2E24" w:rsidP="003475E7">
            <w:pPr>
              <w:keepLines/>
              <w:spacing w:line="180" w:lineRule="exact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54305E">
              <w:rPr>
                <w:rFonts w:eastAsiaTheme="minorEastAsia"/>
                <w:b/>
                <w:sz w:val="16"/>
                <w:szCs w:val="16"/>
              </w:rPr>
              <w:t>Paragraph/ Figure/ Table/</w:t>
            </w:r>
          </w:p>
        </w:tc>
        <w:tc>
          <w:tcPr>
            <w:tcW w:w="850" w:type="dxa"/>
          </w:tcPr>
          <w:p w:rsidR="001F2E24" w:rsidRPr="0054305E" w:rsidRDefault="001F2E24" w:rsidP="003475E7">
            <w:pPr>
              <w:keepLines/>
              <w:spacing w:line="180" w:lineRule="exact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54305E">
              <w:rPr>
                <w:rFonts w:eastAsiaTheme="minorEastAsia"/>
                <w:b/>
                <w:sz w:val="16"/>
                <w:szCs w:val="16"/>
              </w:rPr>
              <w:t>Type of comment</w:t>
            </w:r>
          </w:p>
          <w:p w:rsidR="001F2E24" w:rsidRPr="0054305E" w:rsidRDefault="001F2E24" w:rsidP="003475E7">
            <w:pPr>
              <w:keepLines/>
              <w:spacing w:line="180" w:lineRule="exact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54305E">
              <w:rPr>
                <w:rStyle w:val="FootnoteReference"/>
                <w:rFonts w:eastAsiaTheme="minorEastAsia"/>
                <w:b/>
                <w:sz w:val="16"/>
                <w:szCs w:val="16"/>
              </w:rPr>
              <w:footnoteReference w:id="2"/>
            </w:r>
          </w:p>
        </w:tc>
        <w:tc>
          <w:tcPr>
            <w:tcW w:w="3827" w:type="dxa"/>
            <w:vAlign w:val="center"/>
          </w:tcPr>
          <w:p w:rsidR="001F2E24" w:rsidRPr="0054305E" w:rsidRDefault="001F2E24" w:rsidP="00D26D9D">
            <w:pPr>
              <w:keepLines/>
              <w:spacing w:line="180" w:lineRule="exact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54305E">
              <w:rPr>
                <w:rFonts w:eastAsiaTheme="minorEastAsia"/>
                <w:b/>
                <w:sz w:val="16"/>
                <w:szCs w:val="16"/>
              </w:rPr>
              <w:t>COMMENTS</w:t>
            </w:r>
            <w:r w:rsidR="009B760F" w:rsidRPr="0054305E">
              <w:rPr>
                <w:rFonts w:eastAsiaTheme="minorEastAsia"/>
                <w:b/>
                <w:sz w:val="16"/>
                <w:szCs w:val="16"/>
              </w:rPr>
              <w:t xml:space="preserve"> </w:t>
            </w:r>
          </w:p>
          <w:p w:rsidR="009B760F" w:rsidRPr="0054305E" w:rsidRDefault="009B760F" w:rsidP="00D26D9D">
            <w:pPr>
              <w:keepLines/>
              <w:spacing w:line="180" w:lineRule="exact"/>
              <w:jc w:val="center"/>
              <w:rPr>
                <w:rFonts w:eastAsiaTheme="minorEastAsia"/>
                <w:sz w:val="16"/>
                <w:szCs w:val="16"/>
              </w:rPr>
            </w:pPr>
            <w:r w:rsidRPr="0054305E">
              <w:rPr>
                <w:rFonts w:eastAsiaTheme="minorEastAsia"/>
                <w:sz w:val="16"/>
                <w:szCs w:val="16"/>
              </w:rPr>
              <w:t>including reason/rationale</w:t>
            </w:r>
          </w:p>
        </w:tc>
        <w:tc>
          <w:tcPr>
            <w:tcW w:w="4678" w:type="dxa"/>
            <w:vAlign w:val="center"/>
          </w:tcPr>
          <w:p w:rsidR="001F2E24" w:rsidRPr="0054305E" w:rsidRDefault="001F2E24" w:rsidP="00D26D9D">
            <w:pPr>
              <w:keepLines/>
              <w:spacing w:line="180" w:lineRule="exact"/>
              <w:jc w:val="center"/>
              <w:rPr>
                <w:rFonts w:eastAsiaTheme="minorEastAsia"/>
                <w:b/>
                <w:caps/>
                <w:sz w:val="16"/>
                <w:szCs w:val="16"/>
              </w:rPr>
            </w:pPr>
            <w:r w:rsidRPr="0054305E">
              <w:rPr>
                <w:rFonts w:eastAsiaTheme="minorEastAsia"/>
                <w:b/>
                <w:caps/>
                <w:sz w:val="16"/>
                <w:szCs w:val="16"/>
              </w:rPr>
              <w:t>Proposed change</w:t>
            </w:r>
          </w:p>
        </w:tc>
        <w:tc>
          <w:tcPr>
            <w:tcW w:w="2410" w:type="dxa"/>
          </w:tcPr>
          <w:p w:rsidR="001F2E24" w:rsidRPr="0054305E" w:rsidRDefault="009B760F">
            <w:pPr>
              <w:keepLines/>
              <w:spacing w:line="180" w:lineRule="exact"/>
              <w:jc w:val="center"/>
              <w:rPr>
                <w:rFonts w:eastAsiaTheme="minorEastAsia"/>
                <w:sz w:val="16"/>
                <w:szCs w:val="16"/>
              </w:rPr>
            </w:pPr>
            <w:r w:rsidRPr="0054305E">
              <w:rPr>
                <w:rFonts w:eastAsiaTheme="minorEastAsia"/>
                <w:b/>
                <w:sz w:val="16"/>
                <w:szCs w:val="16"/>
              </w:rPr>
              <w:t xml:space="preserve">OBSERVATIONS OF THE CONVENER </w:t>
            </w:r>
            <w:r w:rsidR="0054305E" w:rsidRPr="0054305E">
              <w:rPr>
                <w:rFonts w:eastAsiaTheme="minorEastAsia"/>
                <w:b/>
                <w:sz w:val="16"/>
                <w:szCs w:val="16"/>
              </w:rPr>
              <w:br/>
            </w:r>
            <w:r w:rsidRPr="0054305E">
              <w:rPr>
                <w:rFonts w:eastAsiaTheme="minorEastAsia"/>
                <w:b/>
                <w:sz w:val="16"/>
                <w:szCs w:val="16"/>
              </w:rPr>
              <w:t xml:space="preserve">and/or </w:t>
            </w:r>
            <w:r w:rsidR="001F2E24" w:rsidRPr="0054305E">
              <w:rPr>
                <w:rFonts w:eastAsiaTheme="minorEastAsia"/>
                <w:b/>
                <w:sz w:val="16"/>
                <w:szCs w:val="16"/>
              </w:rPr>
              <w:t>PG</w:t>
            </w:r>
          </w:p>
          <w:p w:rsidR="001F2E24" w:rsidRPr="0054305E" w:rsidRDefault="001F2E24">
            <w:pPr>
              <w:keepLines/>
              <w:spacing w:line="180" w:lineRule="exact"/>
              <w:jc w:val="center"/>
              <w:rPr>
                <w:rFonts w:eastAsiaTheme="minorEastAsia"/>
                <w:sz w:val="16"/>
                <w:szCs w:val="16"/>
              </w:rPr>
            </w:pPr>
            <w:r w:rsidRPr="0054305E">
              <w:rPr>
                <w:rFonts w:eastAsiaTheme="minorEastAsia"/>
                <w:sz w:val="16"/>
                <w:szCs w:val="16"/>
              </w:rPr>
              <w:t>on each comment submitted</w:t>
            </w:r>
          </w:p>
        </w:tc>
      </w:tr>
    </w:tbl>
    <w:p w:rsidR="006511FD" w:rsidRPr="001370E4" w:rsidRDefault="006511FD">
      <w:pPr>
        <w:rPr>
          <w:sz w:val="4"/>
        </w:rPr>
      </w:pPr>
    </w:p>
    <w:tbl>
      <w:tblPr>
        <w:tblW w:w="14231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850"/>
        <w:gridCol w:w="851"/>
        <w:gridCol w:w="850"/>
        <w:gridCol w:w="3827"/>
        <w:gridCol w:w="4678"/>
        <w:gridCol w:w="2410"/>
      </w:tblGrid>
      <w:tr w:rsidR="001F2E24" w:rsidRPr="00EF0A66" w:rsidTr="00B34C1C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721E42" w:rsidP="00067D68">
            <w:pPr>
              <w:keepLines/>
              <w:rPr>
                <w:rFonts w:eastAsiaTheme="minorEastAsia"/>
                <w:sz w:val="16"/>
                <w:szCs w:val="16"/>
              </w:rPr>
            </w:pPr>
            <w:permStart w:id="1298228312" w:edGrp="everyone"/>
            <w:r w:rsidRPr="00EF0A66">
              <w:rPr>
                <w:sz w:val="16"/>
                <w:szCs w:val="16"/>
              </w:rPr>
              <w:t>XX</w:t>
            </w:r>
            <w:r w:rsidR="00067D68" w:rsidRPr="00EF0A66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A36264">
            <w:pPr>
              <w:keepLines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</w:tr>
      <w:tr w:rsidR="001F2E24" w:rsidRPr="00EF0A66" w:rsidTr="00B34C1C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A36264">
            <w:pPr>
              <w:keepLines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</w:tr>
      <w:tr w:rsidR="001F2E24" w:rsidRPr="00EF0A66" w:rsidTr="00B34C1C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A36264">
            <w:pPr>
              <w:keepLines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</w:tr>
      <w:tr w:rsidR="001F2E24" w:rsidRPr="00EF0A66" w:rsidTr="00B34C1C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7D68" w:rsidRPr="00EF0A66" w:rsidRDefault="00067D68" w:rsidP="00067D68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A36264">
            <w:pPr>
              <w:keepLines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</w:tr>
      <w:tr w:rsidR="001F2E24" w:rsidRPr="00EF0A66" w:rsidTr="00B34C1C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F85" w:rsidRPr="00EF0A66" w:rsidRDefault="00DC0F85" w:rsidP="001B638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A36264">
            <w:pPr>
              <w:keepLines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</w:tr>
      <w:tr w:rsidR="001F2E24" w:rsidRPr="00EF0A66" w:rsidTr="00B34C1C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B01" w:rsidRPr="00EF0A66" w:rsidRDefault="00FB0B01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85168C">
            <w:pPr>
              <w:keepLines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24" w:rsidRPr="00EF0A66" w:rsidRDefault="001F2E24" w:rsidP="00A36264">
            <w:pPr>
              <w:keepLines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</w:tr>
      <w:permEnd w:id="1298228312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10"/>
      <w:footerReference w:type="default" r:id="rId11"/>
      <w:headerReference w:type="first" r:id="rId12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02A" w:rsidRDefault="00AB502A">
      <w:r>
        <w:separator/>
      </w:r>
    </w:p>
  </w:endnote>
  <w:endnote w:type="continuationSeparator" w:id="0">
    <w:p w:rsidR="00AB502A" w:rsidRDefault="00AB5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55 Roman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CE" w:rsidRPr="00BA12BF" w:rsidRDefault="009730C0" w:rsidP="00BA12BF">
    <w:pPr>
      <w:pStyle w:val="Footer"/>
      <w:tabs>
        <w:tab w:val="clear" w:pos="8640"/>
        <w:tab w:val="right" w:pos="9720"/>
      </w:tabs>
      <w:rPr>
        <w:sz w:val="16"/>
      </w:rPr>
    </w:pPr>
    <w:r>
      <w:rPr>
        <w:sz w:val="16"/>
      </w:rPr>
      <w:fldChar w:fldCharType="begin"/>
    </w:r>
    <w:r w:rsidR="00EA6ECE">
      <w:rPr>
        <w:sz w:val="16"/>
      </w:rPr>
      <w:instrText xml:space="preserve"> FILENAME \p </w:instrText>
    </w:r>
    <w:r>
      <w:rPr>
        <w:sz w:val="16"/>
      </w:rPr>
      <w:fldChar w:fldCharType="separate"/>
    </w:r>
    <w:r w:rsidR="00EA6ECE">
      <w:rPr>
        <w:noProof/>
        <w:sz w:val="16"/>
      </w:rPr>
      <w:t>Document1</w:t>
    </w:r>
    <w:r>
      <w:rPr>
        <w:sz w:val="16"/>
      </w:rPr>
      <w:fldChar w:fldCharType="end"/>
    </w:r>
    <w:r w:rsidR="00EA6ECE">
      <w:rPr>
        <w:sz w:val="16"/>
      </w:rPr>
      <w:tab/>
      <w:t xml:space="preserve">Page </w:t>
    </w:r>
    <w:r>
      <w:rPr>
        <w:sz w:val="16"/>
      </w:rPr>
      <w:fldChar w:fldCharType="begin"/>
    </w:r>
    <w:r w:rsidR="00EA6ECE">
      <w:rPr>
        <w:sz w:val="16"/>
      </w:rPr>
      <w:instrText xml:space="preserve"> PAGE </w:instrText>
    </w:r>
    <w:r>
      <w:rPr>
        <w:sz w:val="16"/>
      </w:rPr>
      <w:fldChar w:fldCharType="separate"/>
    </w:r>
    <w:r w:rsidR="00FA2662">
      <w:rPr>
        <w:noProof/>
        <w:sz w:val="16"/>
      </w:rPr>
      <w:t>2</w:t>
    </w:r>
    <w:r>
      <w:rPr>
        <w:sz w:val="16"/>
      </w:rPr>
      <w:fldChar w:fldCharType="end"/>
    </w:r>
    <w:r w:rsidR="00EA6ECE">
      <w:rPr>
        <w:sz w:val="16"/>
      </w:rPr>
      <w:t xml:space="preserve"> of </w:t>
    </w:r>
    <w:r>
      <w:rPr>
        <w:sz w:val="16"/>
      </w:rPr>
      <w:fldChar w:fldCharType="begin"/>
    </w:r>
    <w:r w:rsidR="00EA6ECE">
      <w:rPr>
        <w:sz w:val="16"/>
      </w:rPr>
      <w:instrText xml:space="preserve"> NUMPAGES </w:instrText>
    </w:r>
    <w:r>
      <w:rPr>
        <w:sz w:val="16"/>
      </w:rPr>
      <w:fldChar w:fldCharType="separate"/>
    </w:r>
    <w:r w:rsidR="00FA2662">
      <w:rPr>
        <w:noProof/>
        <w:sz w:val="16"/>
      </w:rPr>
      <w:t>2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02A" w:rsidRDefault="00AB502A">
      <w:r>
        <w:separator/>
      </w:r>
    </w:p>
  </w:footnote>
  <w:footnote w:type="continuationSeparator" w:id="0">
    <w:p w:rsidR="00AB502A" w:rsidRDefault="00AB502A">
      <w:r>
        <w:continuationSeparator/>
      </w:r>
    </w:p>
  </w:footnote>
  <w:footnote w:id="1">
    <w:p w:rsidR="00B34C1C" w:rsidRPr="00D26D9D" w:rsidRDefault="00B34C1C" w:rsidP="00B34C1C">
      <w:pPr>
        <w:pStyle w:val="FootnoteText"/>
        <w:rPr>
          <w:sz w:val="16"/>
        </w:rPr>
      </w:pPr>
      <w:r w:rsidRPr="00D26D9D">
        <w:rPr>
          <w:rStyle w:val="FootnoteReference"/>
          <w:sz w:val="16"/>
        </w:rPr>
        <w:footnoteRef/>
      </w:r>
      <w:r w:rsidR="00715234">
        <w:rPr>
          <w:sz w:val="16"/>
        </w:rPr>
        <w:t xml:space="preserve"> For M</w:t>
      </w:r>
      <w:r w:rsidRPr="00D26D9D">
        <w:rPr>
          <w:sz w:val="16"/>
        </w:rPr>
        <w:t xml:space="preserve">ember </w:t>
      </w:r>
      <w:r w:rsidR="00715234">
        <w:rPr>
          <w:sz w:val="16"/>
        </w:rPr>
        <w:t>S</w:t>
      </w:r>
      <w:r w:rsidRPr="00D26D9D">
        <w:rPr>
          <w:sz w:val="16"/>
        </w:rPr>
        <w:t xml:space="preserve">tates enter the ISO 3166 two-letter country code, as listed in ISO 3166-1 (alpha-2) e.g. CN for China; for Liaisons enter a maximum 5 </w:t>
      </w:r>
      <w:r w:rsidR="00715234">
        <w:rPr>
          <w:sz w:val="16"/>
        </w:rPr>
        <w:t>character name or abbreviation.</w:t>
      </w:r>
    </w:p>
  </w:footnote>
  <w:footnote w:id="2">
    <w:p w:rsidR="00EA6ECE" w:rsidRPr="005444AD" w:rsidRDefault="00EA6ECE" w:rsidP="00D26D9D">
      <w:pPr>
        <w:pStyle w:val="FootnoteText"/>
        <w:tabs>
          <w:tab w:val="left" w:pos="1418"/>
          <w:tab w:val="left" w:pos="2410"/>
          <w:tab w:val="left" w:pos="3544"/>
        </w:tabs>
      </w:pPr>
      <w:r w:rsidRPr="00D26D9D">
        <w:rPr>
          <w:rStyle w:val="FootnoteReference"/>
          <w:sz w:val="16"/>
        </w:rPr>
        <w:footnoteRef/>
      </w:r>
      <w:r w:rsidRPr="00D26D9D">
        <w:rPr>
          <w:sz w:val="16"/>
        </w:rPr>
        <w:t xml:space="preserve"> Type of comment:</w:t>
      </w:r>
      <w:r w:rsidRPr="00D26D9D">
        <w:rPr>
          <w:sz w:val="16"/>
        </w:rPr>
        <w:tab/>
      </w:r>
      <w:proofErr w:type="spellStart"/>
      <w:r w:rsidRPr="00D26D9D">
        <w:rPr>
          <w:b/>
          <w:sz w:val="16"/>
        </w:rPr>
        <w:t>ge</w:t>
      </w:r>
      <w:proofErr w:type="spellEnd"/>
      <w:r w:rsidRPr="00D26D9D">
        <w:rPr>
          <w:sz w:val="16"/>
        </w:rPr>
        <w:t xml:space="preserve"> = general</w:t>
      </w:r>
      <w:r w:rsidRPr="00D26D9D">
        <w:rPr>
          <w:sz w:val="16"/>
        </w:rPr>
        <w:tab/>
      </w:r>
      <w:proofErr w:type="spellStart"/>
      <w:r w:rsidRPr="00D26D9D">
        <w:rPr>
          <w:b/>
          <w:sz w:val="16"/>
        </w:rPr>
        <w:t>te</w:t>
      </w:r>
      <w:proofErr w:type="spellEnd"/>
      <w:r w:rsidRPr="00D26D9D">
        <w:rPr>
          <w:sz w:val="16"/>
        </w:rPr>
        <w:t xml:space="preserve"> = technical </w:t>
      </w:r>
      <w:r w:rsidRPr="00D26D9D">
        <w:rPr>
          <w:sz w:val="16"/>
        </w:rPr>
        <w:tab/>
      </w:r>
      <w:proofErr w:type="spellStart"/>
      <w:r w:rsidRPr="00D26D9D">
        <w:rPr>
          <w:b/>
          <w:sz w:val="16"/>
        </w:rPr>
        <w:t>ed</w:t>
      </w:r>
      <w:proofErr w:type="spellEnd"/>
      <w:r w:rsidRPr="00D26D9D">
        <w:rPr>
          <w:sz w:val="16"/>
        </w:rPr>
        <w:t xml:space="preserve"> = editorial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31" w:type="dxa"/>
      <w:tblInd w:w="28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09"/>
      <w:gridCol w:w="906"/>
      <w:gridCol w:w="851"/>
      <w:gridCol w:w="850"/>
      <w:gridCol w:w="2977"/>
      <w:gridCol w:w="850"/>
      <w:gridCol w:w="709"/>
      <w:gridCol w:w="3969"/>
      <w:gridCol w:w="2410"/>
    </w:tblGrid>
    <w:tr w:rsidR="00EA6ECE" w:rsidRPr="002C2D2C" w:rsidTr="006E6A02">
      <w:trPr>
        <w:cantSplit/>
        <w:tblHeader/>
      </w:trPr>
      <w:tc>
        <w:tcPr>
          <w:tcW w:w="709" w:type="dxa"/>
          <w:tcBorders>
            <w:top w:val="nil"/>
            <w:left w:val="nil"/>
            <w:right w:val="nil"/>
          </w:tcBorders>
        </w:tcPr>
        <w:p w:rsidR="00EA6ECE" w:rsidRPr="002C2D2C" w:rsidRDefault="00EA6ECE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906" w:type="dxa"/>
          <w:tcBorders>
            <w:top w:val="nil"/>
            <w:left w:val="nil"/>
            <w:right w:val="nil"/>
          </w:tcBorders>
        </w:tcPr>
        <w:p w:rsidR="00EA6ECE" w:rsidRPr="002C2D2C" w:rsidRDefault="00EA6ECE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851" w:type="dxa"/>
          <w:tcBorders>
            <w:top w:val="nil"/>
            <w:left w:val="nil"/>
            <w:right w:val="nil"/>
          </w:tcBorders>
        </w:tcPr>
        <w:p w:rsidR="00EA6ECE" w:rsidRPr="00D26D9D" w:rsidRDefault="00EA6ECE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850" w:type="dxa"/>
          <w:tcBorders>
            <w:top w:val="nil"/>
            <w:left w:val="nil"/>
            <w:right w:val="nil"/>
          </w:tcBorders>
        </w:tcPr>
        <w:p w:rsidR="00EA6ECE" w:rsidRPr="00D26D9D" w:rsidRDefault="00EA6ECE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2977" w:type="dxa"/>
          <w:tcBorders>
            <w:top w:val="nil"/>
            <w:left w:val="nil"/>
          </w:tcBorders>
          <w:vAlign w:val="center"/>
        </w:tcPr>
        <w:p w:rsidR="00EA6ECE" w:rsidRPr="002C2D2C" w:rsidRDefault="00EA6ECE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1559" w:type="dxa"/>
          <w:gridSpan w:val="2"/>
          <w:vAlign w:val="center"/>
        </w:tcPr>
        <w:p w:rsidR="00EA6ECE" w:rsidRDefault="00EA6ECE" w:rsidP="0085571D">
          <w:pPr>
            <w:keepLines/>
            <w:spacing w:line="180" w:lineRule="exact"/>
            <w:rPr>
              <w:rFonts w:eastAsiaTheme="minorEastAsia"/>
              <w:sz w:val="16"/>
            </w:rPr>
          </w:pPr>
          <w:r w:rsidRPr="0085571D">
            <w:rPr>
              <w:rFonts w:eastAsiaTheme="minorEastAsia"/>
              <w:sz w:val="16"/>
            </w:rPr>
            <w:t>Date</w:t>
          </w:r>
          <w:r>
            <w:rPr>
              <w:rFonts w:eastAsiaTheme="minorEastAsia"/>
              <w:sz w:val="16"/>
            </w:rPr>
            <w:t>:</w:t>
          </w:r>
        </w:p>
        <w:p w:rsidR="00EA6ECE" w:rsidRPr="0085571D" w:rsidRDefault="00A31CAD" w:rsidP="0085571D">
          <w:pPr>
            <w:keepLines/>
            <w:spacing w:line="180" w:lineRule="exact"/>
            <w:rPr>
              <w:rFonts w:eastAsiaTheme="minorEastAsia"/>
              <w:caps/>
              <w:sz w:val="16"/>
            </w:rPr>
          </w:pPr>
          <w:sdt>
            <w:sdtPr>
              <w:rPr>
                <w:rFonts w:eastAsiaTheme="minorEastAsia"/>
              </w:rPr>
              <w:id w:val="3532986"/>
              <w:placeholder>
                <w:docPart w:val="9F7FA79832834708B5A15F03F576CBED"/>
              </w:placeholder>
              <w:showingPlcHdr/>
              <w:date w:fullDate="2015-08-14T00:00:00Z">
                <w:dateFormat w:val="d-M-yyyy"/>
                <w:lid w:val="nl-NL"/>
                <w:storeMappedDataAs w:val="dateTime"/>
                <w:calendar w:val="gregorian"/>
              </w:date>
            </w:sdtPr>
            <w:sdtEndPr/>
            <w:sdtContent>
              <w:r w:rsidR="00EA6ECE" w:rsidRPr="0006414D">
                <w:rPr>
                  <w:rStyle w:val="PlaceholderText"/>
                </w:rPr>
                <w:t>Click here to enter a date.</w:t>
              </w:r>
            </w:sdtContent>
          </w:sdt>
        </w:p>
      </w:tc>
      <w:tc>
        <w:tcPr>
          <w:tcW w:w="3969" w:type="dxa"/>
        </w:tcPr>
        <w:p w:rsidR="00EA6ECE" w:rsidRPr="00AB1572" w:rsidRDefault="00EA6ECE" w:rsidP="00A00649">
          <w:pPr>
            <w:keepLines/>
            <w:spacing w:line="180" w:lineRule="exact"/>
            <w:rPr>
              <w:rFonts w:eastAsiaTheme="minorEastAsia"/>
              <w:b/>
              <w:caps/>
              <w:sz w:val="16"/>
            </w:rPr>
          </w:pPr>
          <w:r>
            <w:rPr>
              <w:rFonts w:eastAsiaTheme="minorEastAsia"/>
              <w:sz w:val="16"/>
            </w:rPr>
            <w:t>PG</w:t>
          </w:r>
          <w:r w:rsidRPr="00AB1572">
            <w:rPr>
              <w:rFonts w:eastAsiaTheme="minorEastAsia"/>
              <w:sz w:val="16"/>
            </w:rPr>
            <w:t xml:space="preserve"> member comments on</w:t>
          </w:r>
          <w:r w:rsidRPr="00AB1572">
            <w:rPr>
              <w:rFonts w:eastAsiaTheme="minorEastAsia"/>
              <w:b/>
              <w:caps/>
              <w:sz w:val="16"/>
            </w:rPr>
            <w:t xml:space="preserve">: </w:t>
          </w:r>
        </w:p>
        <w:p w:rsidR="00EA6ECE" w:rsidRPr="00EB7420" w:rsidRDefault="00EA6ECE" w:rsidP="00A00649">
          <w:pPr>
            <w:keepLines/>
            <w:spacing w:before="60" w:after="60" w:line="180" w:lineRule="exact"/>
            <w:rPr>
              <w:rFonts w:eastAsiaTheme="minorEastAsia"/>
              <w:b/>
              <w:caps/>
              <w:sz w:val="16"/>
            </w:rPr>
          </w:pPr>
          <w:r w:rsidRPr="00A00649">
            <w:rPr>
              <w:rFonts w:eastAsiaTheme="minorEastAsia"/>
              <w:b/>
              <w:sz w:val="18"/>
            </w:rPr>
            <w:t xml:space="preserve">OIML </w:t>
          </w:r>
          <w:r w:rsidR="00AB502A">
            <w:fldChar w:fldCharType="begin"/>
          </w:r>
          <w:r w:rsidR="00AB502A">
            <w:instrText xml:space="preserve"> DOCPROPERTY  Committee  \* MERGEFORMAT </w:instrText>
          </w:r>
          <w:r w:rsidR="00AB502A">
            <w:fldChar w:fldCharType="separate"/>
          </w:r>
          <w:r w:rsidR="00DC0F85" w:rsidRPr="00DC0F85">
            <w:rPr>
              <w:rFonts w:eastAsiaTheme="minorEastAsia"/>
              <w:b/>
              <w:sz w:val="18"/>
              <w:lang w:val="de-DE"/>
            </w:rPr>
            <w:t>TC m/SC n</w:t>
          </w:r>
          <w:r w:rsidR="00AB502A">
            <w:rPr>
              <w:rFonts w:eastAsiaTheme="minorEastAsia"/>
              <w:b/>
              <w:sz w:val="18"/>
              <w:lang w:val="de-DE"/>
            </w:rPr>
            <w:fldChar w:fldCharType="end"/>
          </w:r>
          <w:r w:rsidRPr="00A00649">
            <w:rPr>
              <w:rFonts w:eastAsiaTheme="minorEastAsia"/>
              <w:b/>
              <w:caps/>
              <w:sz w:val="18"/>
              <w:lang w:val="de-DE"/>
            </w:rPr>
            <w:t xml:space="preserve"> /</w:t>
          </w:r>
          <w:fldSimple w:instr=" DOCPROPERTY  Project  \* MERGEFORMAT ">
            <w:r w:rsidR="00DC0F85" w:rsidRPr="00DC0F85">
              <w:rPr>
                <w:rFonts w:eastAsiaTheme="minorEastAsia"/>
                <w:b/>
                <w:sz w:val="18"/>
                <w:lang w:val="de-DE"/>
              </w:rPr>
              <w:t>P0z</w:t>
            </w:r>
          </w:fldSimple>
          <w:r w:rsidRPr="00A00649">
            <w:rPr>
              <w:rFonts w:eastAsiaTheme="minorEastAsia"/>
              <w:b/>
              <w:caps/>
              <w:sz w:val="18"/>
              <w:lang w:val="de-DE"/>
            </w:rPr>
            <w:t>/</w:t>
          </w:r>
          <w:fldSimple w:instr=" DOCPROPERTY  Reference  \* MERGEFORMAT ">
            <w:r w:rsidR="00DC0F85" w:rsidRPr="00DC0F85">
              <w:rPr>
                <w:rFonts w:eastAsiaTheme="minorEastAsia"/>
                <w:b/>
                <w:sz w:val="18"/>
                <w:lang w:val="de-DE"/>
              </w:rPr>
              <w:t>N000</w:t>
            </w:r>
          </w:fldSimple>
          <w:r w:rsidRPr="00A00649">
            <w:rPr>
              <w:rFonts w:eastAsiaTheme="minorEastAsia"/>
              <w:b/>
              <w:caps/>
              <w:sz w:val="18"/>
              <w:lang w:val="de-DE"/>
            </w:rPr>
            <w:t>/</w:t>
          </w:r>
          <w:fldSimple w:instr=" DOCPROPERTY  &quot;Draft version&quot;  \* MERGEFORMAT ">
            <w:r w:rsidR="00DC0F85" w:rsidRPr="00DC0F85">
              <w:rPr>
                <w:rFonts w:eastAsiaTheme="minorEastAsia"/>
                <w:b/>
                <w:sz w:val="18"/>
                <w:lang w:val="de-DE"/>
              </w:rPr>
              <w:t>ncD</w:t>
            </w:r>
          </w:fldSimple>
        </w:p>
      </w:tc>
      <w:tc>
        <w:tcPr>
          <w:tcW w:w="2410" w:type="dxa"/>
        </w:tcPr>
        <w:p w:rsidR="00EA6ECE" w:rsidRPr="0085571D" w:rsidRDefault="00EA6ECE" w:rsidP="0085571D">
          <w:pPr>
            <w:keepLines/>
            <w:spacing w:line="180" w:lineRule="exact"/>
            <w:rPr>
              <w:rFonts w:eastAsiaTheme="minorEastAsia"/>
              <w:sz w:val="16"/>
            </w:rPr>
          </w:pPr>
          <w:r w:rsidRPr="0085571D">
            <w:rPr>
              <w:rFonts w:eastAsiaTheme="minorEastAsia"/>
              <w:sz w:val="16"/>
            </w:rPr>
            <w:t xml:space="preserve">Project: </w:t>
          </w:r>
        </w:p>
        <w:p w:rsidR="00EA6ECE" w:rsidRPr="002C2D2C" w:rsidRDefault="00EA6ECE" w:rsidP="00A00649">
          <w:pPr>
            <w:keepLines/>
            <w:spacing w:before="60" w:after="60" w:line="180" w:lineRule="exact"/>
            <w:rPr>
              <w:rFonts w:eastAsiaTheme="minorEastAsia"/>
              <w:b/>
              <w:sz w:val="16"/>
            </w:rPr>
          </w:pPr>
          <w:r w:rsidRPr="00A00649">
            <w:rPr>
              <w:rFonts w:eastAsiaTheme="minorEastAsia"/>
              <w:b/>
            </w:rPr>
            <w:t xml:space="preserve">OIML </w:t>
          </w:r>
          <w:fldSimple w:instr=" DOCPROPERTY  Committee  \* MERGEFORMAT ">
            <w:r w:rsidR="00DC0F85" w:rsidRPr="00DC0F85">
              <w:rPr>
                <w:rFonts w:eastAsiaTheme="minorEastAsia"/>
                <w:b/>
              </w:rPr>
              <w:t>TC m/SC n</w:t>
            </w:r>
          </w:fldSimple>
          <w:r w:rsidRPr="00A00649">
            <w:rPr>
              <w:rFonts w:eastAsiaTheme="minorEastAsia"/>
              <w:b/>
            </w:rPr>
            <w:t xml:space="preserve"> /</w:t>
          </w:r>
          <w:fldSimple w:instr=" DOCPROPERTY  Project  \* MERGEFORMAT ">
            <w:r w:rsidR="00DC0F85" w:rsidRPr="00DC0F85">
              <w:rPr>
                <w:rFonts w:eastAsiaTheme="minorEastAsia"/>
                <w:b/>
              </w:rPr>
              <w:t>P0z</w:t>
            </w:r>
          </w:fldSimple>
        </w:p>
      </w:tc>
    </w:tr>
    <w:tr w:rsidR="00EA6ECE" w:rsidRPr="002C2D2C" w:rsidTr="006E6A02">
      <w:trPr>
        <w:cantSplit/>
        <w:tblHeader/>
      </w:trPr>
      <w:tc>
        <w:tcPr>
          <w:tcW w:w="709" w:type="dxa"/>
        </w:tcPr>
        <w:p w:rsidR="00EA6ECE" w:rsidRPr="002C2D2C" w:rsidRDefault="00EA6ECE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EA6ECE" w:rsidRPr="002C2D2C" w:rsidRDefault="00EA6ECE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</w:p>
      </w:tc>
      <w:tc>
        <w:tcPr>
          <w:tcW w:w="906" w:type="dxa"/>
        </w:tcPr>
        <w:p w:rsidR="00EA6ECE" w:rsidRPr="002C2D2C" w:rsidRDefault="00EA6ECE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1" w:type="dxa"/>
        </w:tcPr>
        <w:p w:rsidR="00EA6ECE" w:rsidRPr="00D26D9D" w:rsidRDefault="00EA6ECE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50" w:type="dxa"/>
        </w:tcPr>
        <w:p w:rsidR="00EA6ECE" w:rsidRPr="00D26D9D" w:rsidRDefault="00EA6ECE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</w:p>
        <w:p w:rsidR="00EA6ECE" w:rsidRPr="002C2D2C" w:rsidRDefault="00EA6ECE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827" w:type="dxa"/>
          <w:gridSpan w:val="2"/>
          <w:vAlign w:val="center"/>
        </w:tcPr>
        <w:p w:rsidR="00EA6ECE" w:rsidRPr="002C2D2C" w:rsidRDefault="00EA6ECE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78" w:type="dxa"/>
          <w:gridSpan w:val="2"/>
          <w:vAlign w:val="center"/>
        </w:tcPr>
        <w:p w:rsidR="00EA6ECE" w:rsidRPr="002C2D2C" w:rsidRDefault="00EA6ECE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410" w:type="dxa"/>
        </w:tcPr>
        <w:p w:rsidR="00EA6ECE" w:rsidRPr="002C2D2C" w:rsidRDefault="00EA6ECE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EA6ECE" w:rsidRPr="002C2D2C" w:rsidRDefault="00EA6ECE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433" w:type="dxa"/>
      <w:tblInd w:w="284" w:type="dxa"/>
      <w:tblLook w:val="04A0" w:firstRow="1" w:lastRow="0" w:firstColumn="1" w:lastColumn="0" w:noHBand="0" w:noVBand="1"/>
    </w:tblPr>
    <w:tblGrid>
      <w:gridCol w:w="2092"/>
      <w:gridCol w:w="5387"/>
      <w:gridCol w:w="5954"/>
    </w:tblGrid>
    <w:tr w:rsidR="00EA6ECE" w:rsidRPr="002C2D2C" w:rsidTr="00DB1FFB">
      <w:trPr>
        <w:trHeight w:val="576"/>
      </w:trPr>
      <w:tc>
        <w:tcPr>
          <w:tcW w:w="2092" w:type="dxa"/>
          <w:vMerge w:val="restart"/>
        </w:tcPr>
        <w:p w:rsidR="00EA6ECE" w:rsidRPr="00C009E6" w:rsidRDefault="00EA6ECE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</w:rPr>
          </w:pPr>
          <w:r>
            <w:rPr>
              <w:rFonts w:eastAsiaTheme="minorEastAsia"/>
              <w:noProof/>
              <w:sz w:val="16"/>
              <w:szCs w:val="16"/>
              <w:lang w:eastAsia="en-GB" w:bidi="ar-SA"/>
            </w:rPr>
            <w:drawing>
              <wp:inline distT="0" distB="0" distL="0" distR="0">
                <wp:extent cx="914400" cy="771525"/>
                <wp:effectExtent l="19050" t="0" r="0" b="0"/>
                <wp:docPr id="5" name="Picture 26" descr="logo-oiml_3366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logo-oiml_33669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2C2D2C">
            <w:rPr>
              <w:rFonts w:eastAsiaTheme="minorEastAsia"/>
              <w:b/>
              <w:bCs/>
              <w:color w:val="336699"/>
              <w:sz w:val="16"/>
              <w:szCs w:val="16"/>
            </w:rPr>
            <w:t xml:space="preserve"> </w:t>
          </w:r>
        </w:p>
      </w:tc>
      <w:tc>
        <w:tcPr>
          <w:tcW w:w="5387" w:type="dxa"/>
          <w:tcBorders>
            <w:bottom w:val="single" w:sz="12" w:space="0" w:color="1F497D" w:themeColor="text2"/>
          </w:tcBorders>
          <w:vAlign w:val="center"/>
        </w:tcPr>
        <w:p w:rsidR="00EA6ECE" w:rsidRPr="00DB1FFB" w:rsidRDefault="00EA6ECE" w:rsidP="009879F1">
          <w:pPr>
            <w:spacing w:before="60"/>
            <w:ind w:left="754" w:right="-108" w:hanging="357"/>
            <w:rPr>
              <w:rFonts w:eastAsiaTheme="minorEastAsia"/>
              <w:b/>
              <w:bCs/>
              <w:i/>
              <w:color w:val="336699"/>
              <w:szCs w:val="16"/>
              <w:u w:val="single"/>
            </w:rPr>
          </w:pPr>
        </w:p>
        <w:p w:rsidR="00EA6ECE" w:rsidRPr="00DB1FFB" w:rsidRDefault="00EA6ECE" w:rsidP="009879F1">
          <w:pPr>
            <w:spacing w:before="60"/>
            <w:ind w:left="754" w:right="-108" w:hanging="357"/>
            <w:rPr>
              <w:rFonts w:eastAsiaTheme="minorEastAsia"/>
              <w:b/>
              <w:bCs/>
              <w:i/>
              <w:color w:val="336699"/>
              <w:szCs w:val="16"/>
              <w:u w:val="single"/>
            </w:rPr>
          </w:pPr>
        </w:p>
        <w:p w:rsidR="00EA6ECE" w:rsidRPr="00DB1FFB" w:rsidRDefault="00EA6ECE" w:rsidP="009879F1">
          <w:pPr>
            <w:spacing w:before="60"/>
            <w:ind w:left="34" w:right="-108"/>
            <w:rPr>
              <w:rFonts w:eastAsiaTheme="minorEastAsia"/>
              <w:b/>
              <w:bCs/>
              <w:i/>
              <w:color w:val="336699"/>
              <w:szCs w:val="16"/>
            </w:rPr>
          </w:pPr>
        </w:p>
        <w:p w:rsidR="00EA6ECE" w:rsidRPr="00DB1FFB" w:rsidRDefault="00EA6ECE" w:rsidP="009879F1">
          <w:pPr>
            <w:spacing w:before="60"/>
            <w:ind w:left="34" w:right="-108"/>
            <w:rPr>
              <w:rFonts w:eastAsia="+mn-ea"/>
              <w:b/>
              <w:bCs/>
              <w:i/>
              <w:iCs/>
            </w:rPr>
          </w:pPr>
          <w:r w:rsidRPr="00DB1FFB">
            <w:rPr>
              <w:rFonts w:eastAsiaTheme="minorEastAsia"/>
              <w:b/>
              <w:bCs/>
              <w:i/>
              <w:color w:val="336699"/>
              <w:szCs w:val="16"/>
            </w:rPr>
            <w:t>International Organization of Legal Metrology</w:t>
          </w:r>
          <w:r w:rsidRPr="00DB1FFB">
            <w:rPr>
              <w:rFonts w:eastAsia="+mn-ea"/>
              <w:b/>
              <w:bCs/>
              <w:i/>
              <w:iCs/>
            </w:rPr>
            <w:t xml:space="preserve"> </w:t>
          </w:r>
        </w:p>
      </w:tc>
      <w:tc>
        <w:tcPr>
          <w:tcW w:w="5954" w:type="dxa"/>
          <w:vMerge w:val="restart"/>
        </w:tcPr>
        <w:p w:rsidR="00EA6ECE" w:rsidRPr="002C2D2C" w:rsidRDefault="00EA6ECE" w:rsidP="00DB1FFB">
          <w:pPr>
            <w:pStyle w:val="Footer"/>
            <w:tabs>
              <w:tab w:val="clear" w:pos="4320"/>
              <w:tab w:val="clear" w:pos="8640"/>
              <w:tab w:val="left" w:pos="8505"/>
            </w:tabs>
            <w:ind w:left="1876"/>
            <w:rPr>
              <w:rFonts w:eastAsiaTheme="minorEastAsia"/>
              <w:szCs w:val="16"/>
            </w:rPr>
          </w:pPr>
        </w:p>
      </w:tc>
    </w:tr>
    <w:tr w:rsidR="00EA6ECE" w:rsidRPr="00A31CAD" w:rsidTr="00DB1FFB">
      <w:trPr>
        <w:trHeight w:val="332"/>
      </w:trPr>
      <w:tc>
        <w:tcPr>
          <w:tcW w:w="2092" w:type="dxa"/>
          <w:vMerge/>
        </w:tcPr>
        <w:p w:rsidR="00EA6ECE" w:rsidRDefault="00EA6ECE" w:rsidP="00C009E6">
          <w:pPr>
            <w:spacing w:before="240"/>
            <w:ind w:left="754" w:hanging="357"/>
            <w:rPr>
              <w:rFonts w:eastAsiaTheme="minorEastAsia"/>
              <w:noProof/>
              <w:sz w:val="16"/>
              <w:szCs w:val="16"/>
              <w:lang w:eastAsia="en-GB" w:bidi="ar-SA"/>
            </w:rPr>
          </w:pPr>
        </w:p>
      </w:tc>
      <w:tc>
        <w:tcPr>
          <w:tcW w:w="5387" w:type="dxa"/>
          <w:tcBorders>
            <w:top w:val="single" w:sz="12" w:space="0" w:color="1F497D" w:themeColor="text2"/>
          </w:tcBorders>
        </w:tcPr>
        <w:p w:rsidR="00EA6ECE" w:rsidRPr="00DB1FFB" w:rsidRDefault="00EA6ECE" w:rsidP="009879F1">
          <w:pPr>
            <w:spacing w:before="60"/>
            <w:ind w:left="1452" w:right="-108" w:hanging="357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fr-FR"/>
            </w:rPr>
          </w:pPr>
          <w:r w:rsidRPr="00DB1FFB">
            <w:rPr>
              <w:rFonts w:eastAsiaTheme="minorEastAsia"/>
              <w:b/>
              <w:bCs/>
              <w:i/>
              <w:color w:val="336699"/>
              <w:szCs w:val="16"/>
              <w:lang w:val="fr-FR"/>
            </w:rPr>
            <w:t>Organisation Internationale de Métrologie Légale</w:t>
          </w:r>
        </w:p>
      </w:tc>
      <w:tc>
        <w:tcPr>
          <w:tcW w:w="5954" w:type="dxa"/>
          <w:vMerge/>
        </w:tcPr>
        <w:p w:rsidR="00EA6ECE" w:rsidRPr="00C009E6" w:rsidRDefault="00EA6ECE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fr-FR"/>
            </w:rPr>
          </w:pPr>
        </w:p>
      </w:tc>
    </w:tr>
  </w:tbl>
  <w:p w:rsidR="00EA6ECE" w:rsidRPr="008066D4" w:rsidRDefault="00EA6ECE" w:rsidP="009879F1">
    <w:pPr>
      <w:pStyle w:val="Footer"/>
      <w:spacing w:before="240"/>
      <w:rPr>
        <w:b/>
        <w:bCs/>
        <w:color w:val="336699"/>
        <w:sz w:val="8"/>
        <w:szCs w:val="16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7B"/>
    <w:rsid w:val="00003B93"/>
    <w:rsid w:val="00067D68"/>
    <w:rsid w:val="00075317"/>
    <w:rsid w:val="00076BAB"/>
    <w:rsid w:val="000A04DE"/>
    <w:rsid w:val="000A34F9"/>
    <w:rsid w:val="000B1BAB"/>
    <w:rsid w:val="000D2BA7"/>
    <w:rsid w:val="000D7834"/>
    <w:rsid w:val="000E4EC7"/>
    <w:rsid w:val="000E53E0"/>
    <w:rsid w:val="000E65C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A2BE8"/>
    <w:rsid w:val="001B5AE7"/>
    <w:rsid w:val="001B6380"/>
    <w:rsid w:val="001E5B55"/>
    <w:rsid w:val="001F27BF"/>
    <w:rsid w:val="001F2E24"/>
    <w:rsid w:val="00204405"/>
    <w:rsid w:val="00206EE7"/>
    <w:rsid w:val="00213912"/>
    <w:rsid w:val="00227178"/>
    <w:rsid w:val="0022743C"/>
    <w:rsid w:val="00284CD6"/>
    <w:rsid w:val="002C1D40"/>
    <w:rsid w:val="002C2D2C"/>
    <w:rsid w:val="002D2565"/>
    <w:rsid w:val="002F2D73"/>
    <w:rsid w:val="00300C88"/>
    <w:rsid w:val="00311968"/>
    <w:rsid w:val="003475E7"/>
    <w:rsid w:val="0036154E"/>
    <w:rsid w:val="0037087E"/>
    <w:rsid w:val="003A1799"/>
    <w:rsid w:val="003D02C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D4CFB"/>
    <w:rsid w:val="004E0569"/>
    <w:rsid w:val="004E1625"/>
    <w:rsid w:val="004F66A0"/>
    <w:rsid w:val="005173CF"/>
    <w:rsid w:val="0052600B"/>
    <w:rsid w:val="0054305E"/>
    <w:rsid w:val="005444AD"/>
    <w:rsid w:val="00566F38"/>
    <w:rsid w:val="00567F81"/>
    <w:rsid w:val="005B5FF9"/>
    <w:rsid w:val="0061075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C2A77"/>
    <w:rsid w:val="006E0115"/>
    <w:rsid w:val="006E11F0"/>
    <w:rsid w:val="006E6A02"/>
    <w:rsid w:val="006F65BC"/>
    <w:rsid w:val="00715234"/>
    <w:rsid w:val="0072037A"/>
    <w:rsid w:val="00721E42"/>
    <w:rsid w:val="00753198"/>
    <w:rsid w:val="007A1BFA"/>
    <w:rsid w:val="007E16A0"/>
    <w:rsid w:val="007E323F"/>
    <w:rsid w:val="007F4618"/>
    <w:rsid w:val="00806147"/>
    <w:rsid w:val="008066D4"/>
    <w:rsid w:val="00811745"/>
    <w:rsid w:val="008262E7"/>
    <w:rsid w:val="0085168C"/>
    <w:rsid w:val="008537F3"/>
    <w:rsid w:val="0085571D"/>
    <w:rsid w:val="00861794"/>
    <w:rsid w:val="008A497B"/>
    <w:rsid w:val="008A4DFE"/>
    <w:rsid w:val="008A5CD3"/>
    <w:rsid w:val="008C38AB"/>
    <w:rsid w:val="008E4F96"/>
    <w:rsid w:val="009269C4"/>
    <w:rsid w:val="00927C53"/>
    <w:rsid w:val="00931189"/>
    <w:rsid w:val="00941F35"/>
    <w:rsid w:val="009730C0"/>
    <w:rsid w:val="0097572D"/>
    <w:rsid w:val="009879F1"/>
    <w:rsid w:val="009B760F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6438"/>
    <w:rsid w:val="00A545AF"/>
    <w:rsid w:val="00A56F33"/>
    <w:rsid w:val="00A6196D"/>
    <w:rsid w:val="00A631AC"/>
    <w:rsid w:val="00AA6600"/>
    <w:rsid w:val="00AB1572"/>
    <w:rsid w:val="00AB3700"/>
    <w:rsid w:val="00AB502A"/>
    <w:rsid w:val="00AB7CCE"/>
    <w:rsid w:val="00AD24EF"/>
    <w:rsid w:val="00AD3DF0"/>
    <w:rsid w:val="00AE7FB4"/>
    <w:rsid w:val="00B343D2"/>
    <w:rsid w:val="00B34C1C"/>
    <w:rsid w:val="00B40992"/>
    <w:rsid w:val="00B50C21"/>
    <w:rsid w:val="00B52208"/>
    <w:rsid w:val="00B6294E"/>
    <w:rsid w:val="00B64B39"/>
    <w:rsid w:val="00BA12BF"/>
    <w:rsid w:val="00BE252E"/>
    <w:rsid w:val="00C009E6"/>
    <w:rsid w:val="00C03872"/>
    <w:rsid w:val="00C2242A"/>
    <w:rsid w:val="00C440F3"/>
    <w:rsid w:val="00C63BEF"/>
    <w:rsid w:val="00C75AC9"/>
    <w:rsid w:val="00CA1AC5"/>
    <w:rsid w:val="00CA7DB5"/>
    <w:rsid w:val="00CC0D2A"/>
    <w:rsid w:val="00CF7EBF"/>
    <w:rsid w:val="00D014DD"/>
    <w:rsid w:val="00D06B9B"/>
    <w:rsid w:val="00D26D9D"/>
    <w:rsid w:val="00D45D7F"/>
    <w:rsid w:val="00D74843"/>
    <w:rsid w:val="00D82280"/>
    <w:rsid w:val="00D92C60"/>
    <w:rsid w:val="00DB0CCE"/>
    <w:rsid w:val="00DB1FFB"/>
    <w:rsid w:val="00DC0F85"/>
    <w:rsid w:val="00DC4154"/>
    <w:rsid w:val="00DF128E"/>
    <w:rsid w:val="00E05FF7"/>
    <w:rsid w:val="00E34085"/>
    <w:rsid w:val="00E5389E"/>
    <w:rsid w:val="00E74254"/>
    <w:rsid w:val="00E74C9D"/>
    <w:rsid w:val="00E95D21"/>
    <w:rsid w:val="00E96DB3"/>
    <w:rsid w:val="00EA6ECE"/>
    <w:rsid w:val="00EB00E9"/>
    <w:rsid w:val="00EB7420"/>
    <w:rsid w:val="00EC3215"/>
    <w:rsid w:val="00EC77DC"/>
    <w:rsid w:val="00EF0A66"/>
    <w:rsid w:val="00F27533"/>
    <w:rsid w:val="00F3065A"/>
    <w:rsid w:val="00F31E1B"/>
    <w:rsid w:val="00F35647"/>
    <w:rsid w:val="00F43714"/>
    <w:rsid w:val="00F720F3"/>
    <w:rsid w:val="00F803C3"/>
    <w:rsid w:val="00F93D3B"/>
    <w:rsid w:val="00FA2662"/>
    <w:rsid w:val="00FA6B6E"/>
    <w:rsid w:val="00FB0B01"/>
    <w:rsid w:val="00FC590B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4AD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4AD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oiml.org/en/structure/myaccess/wkglistproject_view?prjActiv=1" TargetMode="Externa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IML\OIML-Seminars\BIML\TC%20x_SC%20y_P0z_Niii_FC_ncD%20d%20jjj-k%20%20format%20for%20comments%20v0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7FA79832834708B5A15F03F576CB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6C755C-83AD-49E3-89F3-928FA6FE6209}"/>
      </w:docPartPr>
      <w:docPartBody>
        <w:p w:rsidR="0052320D" w:rsidRDefault="006435CB" w:rsidP="006435CB">
          <w:pPr>
            <w:pStyle w:val="9F7FA79832834708B5A15F03F576CBED5"/>
          </w:pPr>
          <w:r w:rsidRPr="0006414D">
            <w:rPr>
              <w:rStyle w:val="PlaceholderText"/>
            </w:rPr>
            <w:t>Click here to enter a date.</w:t>
          </w:r>
        </w:p>
      </w:docPartBody>
    </w:docPart>
    <w:docPart>
      <w:docPartPr>
        <w:name w:val="E6413BB4500A42338C0B577763183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9F0E37-DC7E-4813-89C6-4446BFD30D5C}"/>
      </w:docPartPr>
      <w:docPartBody>
        <w:p w:rsidR="00A26C95" w:rsidRDefault="006435CB" w:rsidP="006435CB">
          <w:pPr>
            <w:pStyle w:val="E6413BB4500A42338C0B577763183B0B1"/>
          </w:pPr>
          <w:r w:rsidRPr="00811745">
            <w:rPr>
              <w:rStyle w:val="PlaceholderText"/>
              <w:sz w:val="16"/>
              <w:szCs w:val="16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55 Roman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2320D"/>
    <w:rsid w:val="0038654F"/>
    <w:rsid w:val="0052320D"/>
    <w:rsid w:val="006435CB"/>
    <w:rsid w:val="00A26C95"/>
    <w:rsid w:val="00CF7F03"/>
    <w:rsid w:val="00E64BFF"/>
    <w:rsid w:val="00EE7A10"/>
    <w:rsid w:val="00F6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5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35CB"/>
    <w:rPr>
      <w:color w:val="808080"/>
    </w:rPr>
  </w:style>
  <w:style w:type="paragraph" w:customStyle="1" w:styleId="9F7FA79832834708B5A15F03F576CBED">
    <w:name w:val="9F7FA79832834708B5A15F03F576CBED"/>
    <w:rsid w:val="005232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n-US" w:bidi="en-US"/>
    </w:rPr>
  </w:style>
  <w:style w:type="paragraph" w:customStyle="1" w:styleId="9F7FA79832834708B5A15F03F576CBED1">
    <w:name w:val="9F7FA79832834708B5A15F03F576CBED1"/>
    <w:rsid w:val="005232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n-US" w:bidi="en-US"/>
    </w:rPr>
  </w:style>
  <w:style w:type="paragraph" w:customStyle="1" w:styleId="9F7FA79832834708B5A15F03F576CBED2">
    <w:name w:val="9F7FA79832834708B5A15F03F576CBED2"/>
    <w:rsid w:val="005232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n-US" w:bidi="en-US"/>
    </w:rPr>
  </w:style>
  <w:style w:type="paragraph" w:customStyle="1" w:styleId="9F7FA79832834708B5A15F03F576CBED3">
    <w:name w:val="9F7FA79832834708B5A15F03F576CBED3"/>
    <w:rsid w:val="00F601FB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n-US" w:bidi="en-US"/>
    </w:rPr>
  </w:style>
  <w:style w:type="paragraph" w:customStyle="1" w:styleId="131CD0010463474EA20399799764EC22">
    <w:name w:val="131CD0010463474EA20399799764EC22"/>
    <w:rsid w:val="006435CB"/>
  </w:style>
  <w:style w:type="paragraph" w:customStyle="1" w:styleId="E8B15C6E7344444A8FDC3C4891C345EC">
    <w:name w:val="E8B15C6E7344444A8FDC3C4891C345EC"/>
    <w:rsid w:val="006435CB"/>
  </w:style>
  <w:style w:type="paragraph" w:customStyle="1" w:styleId="5539A05B6A1849E78C4A5B11FA28E1C2">
    <w:name w:val="5539A05B6A1849E78C4A5B11FA28E1C2"/>
    <w:rsid w:val="006435CB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n-US" w:bidi="en-US"/>
    </w:rPr>
  </w:style>
  <w:style w:type="paragraph" w:customStyle="1" w:styleId="9F7FA79832834708B5A15F03F576CBED4">
    <w:name w:val="9F7FA79832834708B5A15F03F576CBED4"/>
    <w:rsid w:val="006435CB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n-US" w:bidi="en-US"/>
    </w:rPr>
  </w:style>
  <w:style w:type="paragraph" w:customStyle="1" w:styleId="EE613E6BC17F4DA2954DD233389CE2FA">
    <w:name w:val="EE613E6BC17F4DA2954DD233389CE2FA"/>
    <w:rsid w:val="006435CB"/>
  </w:style>
  <w:style w:type="paragraph" w:customStyle="1" w:styleId="D6B7A3B7ECCD4001B1BC7FD497550DDC">
    <w:name w:val="D6B7A3B7ECCD4001B1BC7FD497550DDC"/>
    <w:rsid w:val="006435CB"/>
  </w:style>
  <w:style w:type="paragraph" w:customStyle="1" w:styleId="E6413BB4500A42338C0B577763183B0B">
    <w:name w:val="E6413BB4500A42338C0B577763183B0B"/>
    <w:rsid w:val="006435CB"/>
  </w:style>
  <w:style w:type="paragraph" w:customStyle="1" w:styleId="E6413BB4500A42338C0B577763183B0B1">
    <w:name w:val="E6413BB4500A42338C0B577763183B0B1"/>
    <w:rsid w:val="006435CB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n-US" w:bidi="en-US"/>
    </w:rPr>
  </w:style>
  <w:style w:type="paragraph" w:customStyle="1" w:styleId="9F7FA79832834708B5A15F03F576CBED5">
    <w:name w:val="9F7FA79832834708B5A15F03F576CBED5"/>
    <w:rsid w:val="006435CB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n-US" w:bidi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C69C1-6D98-45B2-A485-EEA6F19C1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 x_SC y_P0z_Niii_FC_ncD d jjj-k  format for comments v01.dotx</Template>
  <TotalTime>25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for comments on drafts</vt:lpstr>
    </vt:vector>
  </TitlesOfParts>
  <Company>Verispect</Company>
  <LinksUpToDate>false</LinksUpToDate>
  <CharactersWithSpaces>1655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for comments on drafts</dc:title>
  <dc:creator>Teunisse, George (G.M.) , Mr</dc:creator>
  <cp:lastModifiedBy>Luis Mussio</cp:lastModifiedBy>
  <cp:revision>7</cp:revision>
  <cp:lastPrinted>2006-07-06T11:43:00Z</cp:lastPrinted>
  <dcterms:created xsi:type="dcterms:W3CDTF">2016-09-14T14:09:00Z</dcterms:created>
  <dcterms:modified xsi:type="dcterms:W3CDTF">2016-10-27T11:17:00Z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">
    <vt:lpwstr>P0z</vt:lpwstr>
  </property>
  <property fmtid="{D5CDD505-2E9C-101B-9397-08002B2CF9AE}" pid="3" name="Document number">
    <vt:lpwstr>Niii</vt:lpwstr>
  </property>
  <property fmtid="{D5CDD505-2E9C-101B-9397-08002B2CF9AE}" pid="4" name="Reference">
    <vt:lpwstr>N000</vt:lpwstr>
  </property>
  <property fmtid="{D5CDD505-2E9C-101B-9397-08002B2CF9AE}" pid="5" name="Projectname">
    <vt:lpwstr>; Revision of R 139  Compressed gaseous fuel measuring systems for vehicles</vt:lpwstr>
  </property>
  <property fmtid="{D5CDD505-2E9C-101B-9397-08002B2CF9AE}" pid="6" name="Convener">
    <vt:lpwstr>UK</vt:lpwstr>
  </property>
  <property fmtid="{D5CDD505-2E9C-101B-9397-08002B2CF9AE}" pid="7" name="Convener Name">
    <vt:lpwstr>Mr. Harry Potter</vt:lpwstr>
  </property>
  <property fmtid="{D5CDD505-2E9C-101B-9397-08002B2CF9AE}" pid="8" name="Draft date">
    <vt:lpwstr>14 August 2015</vt:lpwstr>
  </property>
  <property fmtid="{D5CDD505-2E9C-101B-9397-08002B2CF9AE}" pid="9" name="Circulation Date">
    <vt:lpwstr>14 August 2015</vt:lpwstr>
  </property>
  <property fmtid="{D5CDD505-2E9C-101B-9397-08002B2CF9AE}" pid="10" name="Due date">
    <vt:lpwstr>14 August 2015</vt:lpwstr>
  </property>
  <property fmtid="{D5CDD505-2E9C-101B-9397-08002B2CF9AE}" pid="11" name="Draft version">
    <vt:lpwstr>ncD</vt:lpwstr>
  </property>
  <property fmtid="{D5CDD505-2E9C-101B-9397-08002B2CF9AE}" pid="12" name="Draft code">
    <vt:lpwstr>djjj-k</vt:lpwstr>
  </property>
  <property fmtid="{D5CDD505-2E9C-101B-9397-08002B2CF9AE}" pid="13" name="Committee">
    <vt:lpwstr>TC m/SC n</vt:lpwstr>
  </property>
  <property fmtid="{D5CDD505-2E9C-101B-9397-08002B2CF9AE}" pid="14" name="publication title">
    <vt:lpwstr>Compressed gaseous fuel measuring systems for vehicles</vt:lpwstr>
  </property>
  <property fmtid="{D5CDD505-2E9C-101B-9397-08002B2CF9AE}" pid="15" name="member">
    <vt:lpwstr>NL</vt:lpwstr>
  </property>
</Properties>
</file>